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994518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94518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94518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94518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B57103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05598BF" wp14:editId="5ED1B725">
                      <wp:simplePos x="0" y="0"/>
                      <wp:positionH relativeFrom="column">
                        <wp:posOffset>3455662</wp:posOffset>
                      </wp:positionH>
                      <wp:positionV relativeFrom="paragraph">
                        <wp:posOffset>3835279</wp:posOffset>
                      </wp:positionV>
                      <wp:extent cx="131503" cy="740399"/>
                      <wp:effectExtent l="0" t="0" r="20955" b="22225"/>
                      <wp:wrapNone/>
                      <wp:docPr id="148" name="Freeform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503" cy="740399"/>
                              </a:xfrm>
                              <a:custGeom>
                                <a:avLst/>
                                <a:gdLst>
                                  <a:gd name="connsiteX0" fmla="*/ 77189 w 125610"/>
                                  <a:gd name="connsiteY0" fmla="*/ 19 h 724795"/>
                                  <a:gd name="connsiteX1" fmla="*/ 65314 w 125610"/>
                                  <a:gd name="connsiteY1" fmla="*/ 463157 h 724795"/>
                                  <a:gd name="connsiteX2" fmla="*/ 0 w 125610"/>
                                  <a:gd name="connsiteY2" fmla="*/ 694726 h 724795"/>
                                  <a:gd name="connsiteX3" fmla="*/ 65314 w 125610"/>
                                  <a:gd name="connsiteY3" fmla="*/ 694726 h 724795"/>
                                  <a:gd name="connsiteX4" fmla="*/ 124691 w 125610"/>
                                  <a:gd name="connsiteY4" fmla="*/ 445344 h 724795"/>
                                  <a:gd name="connsiteX5" fmla="*/ 77189 w 125610"/>
                                  <a:gd name="connsiteY5" fmla="*/ 19 h 724795"/>
                                  <a:gd name="connsiteX0" fmla="*/ 77189 w 125297"/>
                                  <a:gd name="connsiteY0" fmla="*/ 19015 h 743791"/>
                                  <a:gd name="connsiteX1" fmla="*/ 65314 w 125297"/>
                                  <a:gd name="connsiteY1" fmla="*/ 482153 h 743791"/>
                                  <a:gd name="connsiteX2" fmla="*/ 0 w 125297"/>
                                  <a:gd name="connsiteY2" fmla="*/ 713722 h 743791"/>
                                  <a:gd name="connsiteX3" fmla="*/ 65314 w 125297"/>
                                  <a:gd name="connsiteY3" fmla="*/ 713722 h 743791"/>
                                  <a:gd name="connsiteX4" fmla="*/ 124691 w 125297"/>
                                  <a:gd name="connsiteY4" fmla="*/ 464340 h 743791"/>
                                  <a:gd name="connsiteX5" fmla="*/ 95002 w 125297"/>
                                  <a:gd name="connsiteY5" fmla="*/ 125874 h 743791"/>
                                  <a:gd name="connsiteX6" fmla="*/ 77189 w 125297"/>
                                  <a:gd name="connsiteY6" fmla="*/ 19015 h 743791"/>
                                  <a:gd name="connsiteX0" fmla="*/ 77189 w 131715"/>
                                  <a:gd name="connsiteY0" fmla="*/ 15828 h 740604"/>
                                  <a:gd name="connsiteX1" fmla="*/ 65314 w 131715"/>
                                  <a:gd name="connsiteY1" fmla="*/ 478966 h 740604"/>
                                  <a:gd name="connsiteX2" fmla="*/ 0 w 131715"/>
                                  <a:gd name="connsiteY2" fmla="*/ 710535 h 740604"/>
                                  <a:gd name="connsiteX3" fmla="*/ 65314 w 131715"/>
                                  <a:gd name="connsiteY3" fmla="*/ 710535 h 740604"/>
                                  <a:gd name="connsiteX4" fmla="*/ 124691 w 131715"/>
                                  <a:gd name="connsiteY4" fmla="*/ 461153 h 740604"/>
                                  <a:gd name="connsiteX5" fmla="*/ 125297 w 131715"/>
                                  <a:gd name="connsiteY5" fmla="*/ 140505 h 740604"/>
                                  <a:gd name="connsiteX6" fmla="*/ 77189 w 131715"/>
                                  <a:gd name="connsiteY6" fmla="*/ 15828 h 7406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1715" h="740604">
                                    <a:moveTo>
                                      <a:pt x="77189" y="15828"/>
                                    </a:moveTo>
                                    <a:cubicBezTo>
                                      <a:pt x="67192" y="72238"/>
                                      <a:pt x="78179" y="363182"/>
                                      <a:pt x="65314" y="478966"/>
                                    </a:cubicBezTo>
                                    <a:cubicBezTo>
                                      <a:pt x="52449" y="594751"/>
                                      <a:pt x="0" y="671940"/>
                                      <a:pt x="0" y="710535"/>
                                    </a:cubicBezTo>
                                    <a:cubicBezTo>
                                      <a:pt x="0" y="749130"/>
                                      <a:pt x="44532" y="752099"/>
                                      <a:pt x="65314" y="710535"/>
                                    </a:cubicBezTo>
                                    <a:cubicBezTo>
                                      <a:pt x="86096" y="668971"/>
                                      <a:pt x="114694" y="556158"/>
                                      <a:pt x="124691" y="461153"/>
                                    </a:cubicBezTo>
                                    <a:cubicBezTo>
                                      <a:pt x="134688" y="366148"/>
                                      <a:pt x="133214" y="214726"/>
                                      <a:pt x="125297" y="140505"/>
                                    </a:cubicBezTo>
                                    <a:cubicBezTo>
                                      <a:pt x="117380" y="66284"/>
                                      <a:pt x="87186" y="-40582"/>
                                      <a:pt x="77189" y="1582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48" o:spid="_x0000_s1026" style="position:absolute;margin-left:272.1pt;margin-top:302pt;width:10.35pt;height:58.3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31715,740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" path="m77189,15828v-9997,56410,990,347354,-11875,463138c52449,594751,,671940,,710535v,38595,44532,41564,65314,c86096,668971,114694,556158,124691,461153v9997,-95005,8523,-246427,606,-320648c117380,66284,87186,-40582,77189,15828xe" fillcolor="#0d0d0d [3069]" strokecolor="#0d0d0d [3069]" strokeweight="1pt">
                      <v:stroke joinstyle="miter"/>
                      <v:path arrowok="t" o:connecttype="custom" o:connectlocs="77065,15824;65209,478833;0,710338;65209,710338;124490,461025;125095,140466;77065,15824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373E199" wp14:editId="6FA288D7">
                      <wp:simplePos x="0" y="0"/>
                      <wp:positionH relativeFrom="column">
                        <wp:posOffset>3544702</wp:posOffset>
                      </wp:positionH>
                      <wp:positionV relativeFrom="paragraph">
                        <wp:posOffset>3184025</wp:posOffset>
                      </wp:positionV>
                      <wp:extent cx="83322" cy="721813"/>
                      <wp:effectExtent l="0" t="0" r="12065" b="21590"/>
                      <wp:wrapNone/>
                      <wp:docPr id="151" name="Freeform 1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322" cy="721813"/>
                              </a:xfrm>
                              <a:custGeom>
                                <a:avLst/>
                                <a:gdLst>
                                  <a:gd name="connsiteX0" fmla="*/ 83152 w 83322"/>
                                  <a:gd name="connsiteY0" fmla="*/ 6801 h 721813"/>
                                  <a:gd name="connsiteX1" fmla="*/ 35651 w 83322"/>
                                  <a:gd name="connsiteY1" fmla="*/ 262120 h 721813"/>
                                  <a:gd name="connsiteX2" fmla="*/ 25 w 83322"/>
                                  <a:gd name="connsiteY2" fmla="*/ 648068 h 721813"/>
                                  <a:gd name="connsiteX3" fmla="*/ 29713 w 83322"/>
                                  <a:gd name="connsiteY3" fmla="*/ 713382 h 721813"/>
                                  <a:gd name="connsiteX4" fmla="*/ 17838 w 83322"/>
                                  <a:gd name="connsiteY4" fmla="*/ 535252 h 721813"/>
                                  <a:gd name="connsiteX5" fmla="*/ 83152 w 83322"/>
                                  <a:gd name="connsiteY5" fmla="*/ 6801 h 72181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83322" h="721813">
                                    <a:moveTo>
                                      <a:pt x="83152" y="6801"/>
                                    </a:moveTo>
                                    <a:cubicBezTo>
                                      <a:pt x="86121" y="-38721"/>
                                      <a:pt x="49505" y="155242"/>
                                      <a:pt x="35651" y="262120"/>
                                    </a:cubicBezTo>
                                    <a:cubicBezTo>
                                      <a:pt x="21796" y="368998"/>
                                      <a:pt x="1015" y="572858"/>
                                      <a:pt x="25" y="648068"/>
                                    </a:cubicBezTo>
                                    <a:cubicBezTo>
                                      <a:pt x="-965" y="723278"/>
                                      <a:pt x="26744" y="732185"/>
                                      <a:pt x="29713" y="713382"/>
                                    </a:cubicBezTo>
                                    <a:cubicBezTo>
                                      <a:pt x="32682" y="694579"/>
                                      <a:pt x="7942" y="646088"/>
                                      <a:pt x="17838" y="535252"/>
                                    </a:cubicBezTo>
                                    <a:cubicBezTo>
                                      <a:pt x="27734" y="424416"/>
                                      <a:pt x="80183" y="52323"/>
                                      <a:pt x="83152" y="68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1" o:spid="_x0000_s1026" style="position:absolute;margin-left:279.1pt;margin-top:250.7pt;width:6.55pt;height:56.8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322,721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" path="m83152,6801c86121,-38721,49505,155242,35651,262120,21796,368998,1015,572858,25,648068v-990,75210,26719,84117,29688,65314c32682,694579,7942,646088,17838,535252,27734,424416,80183,52323,83152,6801xe" fillcolor="#7f7f7f [1612]" strokecolor="#7f7f7f [1612]" strokeweight="1pt">
                      <v:stroke joinstyle="miter"/>
                      <v:path arrowok="t" o:connecttype="custom" o:connectlocs="83152,6801;35651,262120;25,648068;29713,713382;17838,535252;83152,6801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49688D47" wp14:editId="4B00A94B">
                      <wp:simplePos x="0" y="0"/>
                      <wp:positionH relativeFrom="column">
                        <wp:posOffset>3520796</wp:posOffset>
                      </wp:positionH>
                      <wp:positionV relativeFrom="paragraph">
                        <wp:posOffset>3125511</wp:posOffset>
                      </wp:positionV>
                      <wp:extent cx="47681" cy="760629"/>
                      <wp:effectExtent l="0" t="0" r="28575" b="20955"/>
                      <wp:wrapNone/>
                      <wp:docPr id="150" name="Freeform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81" cy="760629"/>
                              </a:xfrm>
                              <a:custGeom>
                                <a:avLst/>
                                <a:gdLst>
                                  <a:gd name="connsiteX0" fmla="*/ 47681 w 47681"/>
                                  <a:gd name="connsiteY0" fmla="*/ 0 h 760629"/>
                                  <a:gd name="connsiteX1" fmla="*/ 29868 w 47681"/>
                                  <a:gd name="connsiteY1" fmla="*/ 338447 h 760629"/>
                                  <a:gd name="connsiteX2" fmla="*/ 17993 w 47681"/>
                                  <a:gd name="connsiteY2" fmla="*/ 688769 h 760629"/>
                                  <a:gd name="connsiteX3" fmla="*/ 180 w 47681"/>
                                  <a:gd name="connsiteY3" fmla="*/ 712520 h 760629"/>
                                  <a:gd name="connsiteX4" fmla="*/ 29868 w 47681"/>
                                  <a:gd name="connsiteY4" fmla="*/ 154379 h 7606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7681" h="760629">
                                    <a:moveTo>
                                      <a:pt x="47681" y="0"/>
                                    </a:moveTo>
                                    <a:cubicBezTo>
                                      <a:pt x="41248" y="111826"/>
                                      <a:pt x="34816" y="223652"/>
                                      <a:pt x="29868" y="338447"/>
                                    </a:cubicBezTo>
                                    <a:cubicBezTo>
                                      <a:pt x="24920" y="453242"/>
                                      <a:pt x="22941" y="626424"/>
                                      <a:pt x="17993" y="688769"/>
                                    </a:cubicBezTo>
                                    <a:cubicBezTo>
                                      <a:pt x="13045" y="751115"/>
                                      <a:pt x="-1799" y="801585"/>
                                      <a:pt x="180" y="712520"/>
                                    </a:cubicBezTo>
                                    <a:cubicBezTo>
                                      <a:pt x="2159" y="623455"/>
                                      <a:pt x="29868" y="154379"/>
                                      <a:pt x="29868" y="154379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50" o:spid="_x0000_s1026" style="position:absolute;margin-left:277.25pt;margin-top:246.1pt;width:3.75pt;height:59.9pt;z-index:25167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681,76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" path="m47681,c41248,111826,34816,223652,29868,338447,24920,453242,22941,626424,17993,688769,13045,751115,-1799,801585,180,712520,2159,623455,29868,154379,29868,154379e" fillcolor="#7f7f7f [1612]" strokecolor="#7f7f7f [1612]" strokeweight="1pt">
                      <v:stroke joinstyle="miter"/>
                      <v:path arrowok="t" o:connecttype="custom" o:connectlocs="47681,0;29868,338447;17993,688769;180,712520;29868,154379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736B8D8A" wp14:editId="0021EB89">
                      <wp:simplePos x="0" y="0"/>
                      <wp:positionH relativeFrom="column">
                        <wp:posOffset>3663211</wp:posOffset>
                      </wp:positionH>
                      <wp:positionV relativeFrom="paragraph">
                        <wp:posOffset>2970760</wp:posOffset>
                      </wp:positionV>
                      <wp:extent cx="167285" cy="137159"/>
                      <wp:effectExtent l="0" t="0" r="23495" b="15875"/>
                      <wp:wrapNone/>
                      <wp:docPr id="149" name="Freeform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285" cy="137159"/>
                              </a:xfrm>
                              <a:custGeom>
                                <a:avLst/>
                                <a:gdLst>
                                  <a:gd name="connsiteX0" fmla="*/ 269 w 167285"/>
                                  <a:gd name="connsiteY0" fmla="*/ 372 h 137159"/>
                                  <a:gd name="connsiteX1" fmla="*/ 29957 w 167285"/>
                                  <a:gd name="connsiteY1" fmla="*/ 18185 h 137159"/>
                                  <a:gd name="connsiteX2" fmla="*/ 77459 w 167285"/>
                                  <a:gd name="connsiteY2" fmla="*/ 30060 h 137159"/>
                                  <a:gd name="connsiteX3" fmla="*/ 89334 w 167285"/>
                                  <a:gd name="connsiteY3" fmla="*/ 41936 h 137159"/>
                                  <a:gd name="connsiteX4" fmla="*/ 101209 w 167285"/>
                                  <a:gd name="connsiteY4" fmla="*/ 59749 h 137159"/>
                                  <a:gd name="connsiteX5" fmla="*/ 119022 w 167285"/>
                                  <a:gd name="connsiteY5" fmla="*/ 65686 h 137159"/>
                                  <a:gd name="connsiteX6" fmla="*/ 130898 w 167285"/>
                                  <a:gd name="connsiteY6" fmla="*/ 77562 h 137159"/>
                                  <a:gd name="connsiteX7" fmla="*/ 160586 w 167285"/>
                                  <a:gd name="connsiteY7" fmla="*/ 101312 h 137159"/>
                                  <a:gd name="connsiteX8" fmla="*/ 160586 w 167285"/>
                                  <a:gd name="connsiteY8" fmla="*/ 136938 h 137159"/>
                                  <a:gd name="connsiteX9" fmla="*/ 148710 w 167285"/>
                                  <a:gd name="connsiteY9" fmla="*/ 125063 h 137159"/>
                                  <a:gd name="connsiteX10" fmla="*/ 136835 w 167285"/>
                                  <a:gd name="connsiteY10" fmla="*/ 107250 h 137159"/>
                                  <a:gd name="connsiteX11" fmla="*/ 113085 w 167285"/>
                                  <a:gd name="connsiteY11" fmla="*/ 89437 h 137159"/>
                                  <a:gd name="connsiteX12" fmla="*/ 71521 w 167285"/>
                                  <a:gd name="connsiteY12" fmla="*/ 59749 h 137159"/>
                                  <a:gd name="connsiteX13" fmla="*/ 47770 w 167285"/>
                                  <a:gd name="connsiteY13" fmla="*/ 35998 h 137159"/>
                                  <a:gd name="connsiteX14" fmla="*/ 269 w 167285"/>
                                  <a:gd name="connsiteY14" fmla="*/ 372 h 137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67285" h="137159">
                                    <a:moveTo>
                                      <a:pt x="269" y="372"/>
                                    </a:moveTo>
                                    <a:cubicBezTo>
                                      <a:pt x="-2700" y="-2597"/>
                                      <a:pt x="19635" y="13024"/>
                                      <a:pt x="29957" y="18185"/>
                                    </a:cubicBezTo>
                                    <a:cubicBezTo>
                                      <a:pt x="42132" y="24273"/>
                                      <a:pt x="66162" y="27801"/>
                                      <a:pt x="77459" y="30060"/>
                                    </a:cubicBezTo>
                                    <a:cubicBezTo>
                                      <a:pt x="81417" y="34019"/>
                                      <a:pt x="85837" y="37564"/>
                                      <a:pt x="89334" y="41936"/>
                                    </a:cubicBezTo>
                                    <a:cubicBezTo>
                                      <a:pt x="93792" y="47508"/>
                                      <a:pt x="95637" y="55291"/>
                                      <a:pt x="101209" y="59749"/>
                                    </a:cubicBezTo>
                                    <a:cubicBezTo>
                                      <a:pt x="106096" y="63659"/>
                                      <a:pt x="113084" y="63707"/>
                                      <a:pt x="119022" y="65686"/>
                                    </a:cubicBezTo>
                                    <a:cubicBezTo>
                                      <a:pt x="122981" y="69645"/>
                                      <a:pt x="126526" y="74065"/>
                                      <a:pt x="130898" y="77562"/>
                                    </a:cubicBezTo>
                                    <a:cubicBezTo>
                                      <a:pt x="168356" y="107529"/>
                                      <a:pt x="131906" y="72634"/>
                                      <a:pt x="160586" y="101312"/>
                                    </a:cubicBezTo>
                                    <a:cubicBezTo>
                                      <a:pt x="162169" y="106062"/>
                                      <a:pt x="174835" y="132188"/>
                                      <a:pt x="160586" y="136938"/>
                                    </a:cubicBezTo>
                                    <a:cubicBezTo>
                                      <a:pt x="155275" y="138708"/>
                                      <a:pt x="152207" y="129434"/>
                                      <a:pt x="148710" y="125063"/>
                                    </a:cubicBezTo>
                                    <a:cubicBezTo>
                                      <a:pt x="144252" y="119491"/>
                                      <a:pt x="141881" y="112296"/>
                                      <a:pt x="136835" y="107250"/>
                                    </a:cubicBezTo>
                                    <a:cubicBezTo>
                                      <a:pt x="129838" y="100252"/>
                                      <a:pt x="120532" y="95954"/>
                                      <a:pt x="113085" y="89437"/>
                                    </a:cubicBezTo>
                                    <a:cubicBezTo>
                                      <a:pt x="78407" y="59094"/>
                                      <a:pt x="103590" y="70437"/>
                                      <a:pt x="71521" y="59749"/>
                                    </a:cubicBezTo>
                                    <a:lnTo>
                                      <a:pt x="47770" y="35998"/>
                                    </a:lnTo>
                                    <a:cubicBezTo>
                                      <a:pt x="36487" y="24715"/>
                                      <a:pt x="3238" y="3341"/>
                                      <a:pt x="269" y="3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9" o:spid="_x0000_s1026" style="position:absolute;margin-left:288.45pt;margin-top:233.9pt;width:13.15pt;height:10.8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67285,137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" path="m269,372c-2700,-2597,19635,13024,29957,18185v12175,6088,36205,9616,47502,11875c81417,34019,85837,37564,89334,41936v4458,5572,6303,13355,11875,17813c106096,63659,113084,63707,119022,65686v3959,3959,7504,8379,11876,11876c168356,107529,131906,72634,160586,101312v1583,4750,14249,30876,,35626c155275,138708,152207,129434,148710,125063v-4458,-5572,-6829,-12767,-11875,-17813c129838,100252,120532,95954,113085,89437,78407,59094,103590,70437,71521,59749l47770,35998c36487,24715,3238,3341,269,372xe" fillcolor="#7f7f7f [1612]" strokecolor="#7f7f7f [1612]" strokeweight="1pt">
                      <v:stroke joinstyle="miter"/>
                      <v:path arrowok="t" o:connecttype="custom" o:connectlocs="269,372;29957,18185;77459,30060;89334,41936;101209,59749;119022,65686;130898,77562;160586,101312;160586,136938;148710,125063;136835,107250;113085,89437;71521,59749;47770,35998;269,372" o:connectangles="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3710715</wp:posOffset>
                      </wp:positionH>
                      <wp:positionV relativeFrom="paragraph">
                        <wp:posOffset>595523</wp:posOffset>
                      </wp:positionV>
                      <wp:extent cx="172458" cy="583788"/>
                      <wp:effectExtent l="0" t="0" r="18415" b="26035"/>
                      <wp:wrapNone/>
                      <wp:docPr id="144" name="Freeform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2458" cy="583788"/>
                              </a:xfrm>
                              <a:custGeom>
                                <a:avLst/>
                                <a:gdLst>
                                  <a:gd name="connsiteX0" fmla="*/ 266 w 172458"/>
                                  <a:gd name="connsiteY0" fmla="*/ 544 h 583788"/>
                                  <a:gd name="connsiteX1" fmla="*/ 12142 w 172458"/>
                                  <a:gd name="connsiteY1" fmla="*/ 48045 h 583788"/>
                                  <a:gd name="connsiteX2" fmla="*/ 18079 w 172458"/>
                                  <a:gd name="connsiteY2" fmla="*/ 65858 h 583788"/>
                                  <a:gd name="connsiteX3" fmla="*/ 53705 w 172458"/>
                                  <a:gd name="connsiteY3" fmla="*/ 95547 h 583788"/>
                                  <a:gd name="connsiteX4" fmla="*/ 65581 w 172458"/>
                                  <a:gd name="connsiteY4" fmla="*/ 107422 h 583788"/>
                                  <a:gd name="connsiteX5" fmla="*/ 77456 w 172458"/>
                                  <a:gd name="connsiteY5" fmla="*/ 154923 h 583788"/>
                                  <a:gd name="connsiteX6" fmla="*/ 101206 w 172458"/>
                                  <a:gd name="connsiteY6" fmla="*/ 190549 h 583788"/>
                                  <a:gd name="connsiteX7" fmla="*/ 113082 w 172458"/>
                                  <a:gd name="connsiteY7" fmla="*/ 243988 h 583788"/>
                                  <a:gd name="connsiteX8" fmla="*/ 124957 w 172458"/>
                                  <a:gd name="connsiteY8" fmla="*/ 279614 h 583788"/>
                                  <a:gd name="connsiteX9" fmla="*/ 130895 w 172458"/>
                                  <a:gd name="connsiteY9" fmla="*/ 499308 h 583788"/>
                                  <a:gd name="connsiteX10" fmla="*/ 142770 w 172458"/>
                                  <a:gd name="connsiteY10" fmla="*/ 534934 h 583788"/>
                                  <a:gd name="connsiteX11" fmla="*/ 148708 w 172458"/>
                                  <a:gd name="connsiteY11" fmla="*/ 582435 h 583788"/>
                                  <a:gd name="connsiteX12" fmla="*/ 160583 w 172458"/>
                                  <a:gd name="connsiteY12" fmla="*/ 558684 h 583788"/>
                                  <a:gd name="connsiteX13" fmla="*/ 172458 w 172458"/>
                                  <a:gd name="connsiteY13" fmla="*/ 523058 h 583788"/>
                                  <a:gd name="connsiteX14" fmla="*/ 166521 w 172458"/>
                                  <a:gd name="connsiteY14" fmla="*/ 410243 h 583788"/>
                                  <a:gd name="connsiteX15" fmla="*/ 154645 w 172458"/>
                                  <a:gd name="connsiteY15" fmla="*/ 303365 h 583788"/>
                                  <a:gd name="connsiteX16" fmla="*/ 148708 w 172458"/>
                                  <a:gd name="connsiteY16" fmla="*/ 214300 h 583788"/>
                                  <a:gd name="connsiteX17" fmla="*/ 136832 w 172458"/>
                                  <a:gd name="connsiteY17" fmla="*/ 202425 h 583788"/>
                                  <a:gd name="connsiteX18" fmla="*/ 101206 w 172458"/>
                                  <a:gd name="connsiteY18" fmla="*/ 154923 h 583788"/>
                                  <a:gd name="connsiteX19" fmla="*/ 77456 w 172458"/>
                                  <a:gd name="connsiteY19" fmla="*/ 119297 h 583788"/>
                                  <a:gd name="connsiteX20" fmla="*/ 65581 w 172458"/>
                                  <a:gd name="connsiteY20" fmla="*/ 77734 h 583788"/>
                                  <a:gd name="connsiteX21" fmla="*/ 41830 w 172458"/>
                                  <a:gd name="connsiteY21" fmla="*/ 59921 h 583788"/>
                                  <a:gd name="connsiteX22" fmla="*/ 29955 w 172458"/>
                                  <a:gd name="connsiteY22" fmla="*/ 42108 h 583788"/>
                                  <a:gd name="connsiteX23" fmla="*/ 24017 w 172458"/>
                                  <a:gd name="connsiteY23" fmla="*/ 24295 h 583788"/>
                                  <a:gd name="connsiteX24" fmla="*/ 266 w 172458"/>
                                  <a:gd name="connsiteY24" fmla="*/ 544 h 5837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</a:cxnLst>
                                <a:rect l="l" t="t" r="r" b="b"/>
                                <a:pathLst>
                                  <a:path w="172458" h="583788">
                                    <a:moveTo>
                                      <a:pt x="266" y="544"/>
                                    </a:moveTo>
                                    <a:cubicBezTo>
                                      <a:pt x="-1713" y="4502"/>
                                      <a:pt x="7848" y="32299"/>
                                      <a:pt x="12142" y="48045"/>
                                    </a:cubicBezTo>
                                    <a:cubicBezTo>
                                      <a:pt x="13789" y="54083"/>
                                      <a:pt x="14859" y="60491"/>
                                      <a:pt x="18079" y="65858"/>
                                    </a:cubicBezTo>
                                    <a:cubicBezTo>
                                      <a:pt x="23450" y="74810"/>
                                      <a:pt x="49344" y="91913"/>
                                      <a:pt x="53705" y="95547"/>
                                    </a:cubicBezTo>
                                    <a:cubicBezTo>
                                      <a:pt x="58006" y="99131"/>
                                      <a:pt x="61622" y="103464"/>
                                      <a:pt x="65581" y="107422"/>
                                    </a:cubicBezTo>
                                    <a:cubicBezTo>
                                      <a:pt x="69539" y="123256"/>
                                      <a:pt x="68403" y="141343"/>
                                      <a:pt x="77456" y="154923"/>
                                    </a:cubicBezTo>
                                    <a:lnTo>
                                      <a:pt x="101206" y="190549"/>
                                    </a:lnTo>
                                    <a:cubicBezTo>
                                      <a:pt x="104597" y="207506"/>
                                      <a:pt x="108049" y="227212"/>
                                      <a:pt x="113082" y="243988"/>
                                    </a:cubicBezTo>
                                    <a:cubicBezTo>
                                      <a:pt x="116679" y="255978"/>
                                      <a:pt x="124957" y="279614"/>
                                      <a:pt x="124957" y="279614"/>
                                    </a:cubicBezTo>
                                    <a:cubicBezTo>
                                      <a:pt x="126936" y="352845"/>
                                      <a:pt x="125796" y="426228"/>
                                      <a:pt x="130895" y="499308"/>
                                    </a:cubicBezTo>
                                    <a:cubicBezTo>
                                      <a:pt x="131766" y="511795"/>
                                      <a:pt x="142770" y="534934"/>
                                      <a:pt x="142770" y="534934"/>
                                    </a:cubicBezTo>
                                    <a:cubicBezTo>
                                      <a:pt x="144749" y="550768"/>
                                      <a:pt x="139134" y="569670"/>
                                      <a:pt x="148708" y="582435"/>
                                    </a:cubicBezTo>
                                    <a:cubicBezTo>
                                      <a:pt x="154019" y="589516"/>
                                      <a:pt x="157296" y="566902"/>
                                      <a:pt x="160583" y="558684"/>
                                    </a:cubicBezTo>
                                    <a:cubicBezTo>
                                      <a:pt x="165232" y="547062"/>
                                      <a:pt x="172458" y="523058"/>
                                      <a:pt x="172458" y="523058"/>
                                    </a:cubicBezTo>
                                    <a:cubicBezTo>
                                      <a:pt x="170479" y="485453"/>
                                      <a:pt x="169112" y="447811"/>
                                      <a:pt x="166521" y="410243"/>
                                    </a:cubicBezTo>
                                    <a:cubicBezTo>
                                      <a:pt x="158059" y="287547"/>
                                      <a:pt x="163801" y="408661"/>
                                      <a:pt x="154645" y="303365"/>
                                    </a:cubicBezTo>
                                    <a:cubicBezTo>
                                      <a:pt x="152067" y="273723"/>
                                      <a:pt x="153879" y="243601"/>
                                      <a:pt x="148708" y="214300"/>
                                    </a:cubicBezTo>
                                    <a:cubicBezTo>
                                      <a:pt x="147735" y="208787"/>
                                      <a:pt x="140191" y="206904"/>
                                      <a:pt x="136832" y="202425"/>
                                    </a:cubicBezTo>
                                    <a:cubicBezTo>
                                      <a:pt x="96544" y="148709"/>
                                      <a:pt x="128443" y="182160"/>
                                      <a:pt x="101206" y="154923"/>
                                    </a:cubicBezTo>
                                    <a:cubicBezTo>
                                      <a:pt x="82672" y="99316"/>
                                      <a:pt x="113033" y="181554"/>
                                      <a:pt x="77456" y="119297"/>
                                    </a:cubicBezTo>
                                    <a:cubicBezTo>
                                      <a:pt x="75853" y="116491"/>
                                      <a:pt x="69609" y="82568"/>
                                      <a:pt x="65581" y="77734"/>
                                    </a:cubicBezTo>
                                    <a:cubicBezTo>
                                      <a:pt x="59246" y="70131"/>
                                      <a:pt x="49747" y="65859"/>
                                      <a:pt x="41830" y="59921"/>
                                    </a:cubicBezTo>
                                    <a:cubicBezTo>
                                      <a:pt x="37872" y="53983"/>
                                      <a:pt x="33146" y="48491"/>
                                      <a:pt x="29955" y="42108"/>
                                    </a:cubicBezTo>
                                    <a:cubicBezTo>
                                      <a:pt x="27156" y="36510"/>
                                      <a:pt x="27655" y="29388"/>
                                      <a:pt x="24017" y="24295"/>
                                    </a:cubicBezTo>
                                    <a:cubicBezTo>
                                      <a:pt x="17509" y="15184"/>
                                      <a:pt x="2245" y="-3414"/>
                                      <a:pt x="266" y="5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4" o:spid="_x0000_s1026" style="position:absolute;margin-left:292.2pt;margin-top:46.9pt;width:13.6pt;height:45.95pt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2458,583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" path="m266,544c-1713,4502,7848,32299,12142,48045v1647,6038,2717,12446,5937,17813c23450,74810,49344,91913,53705,95547v4301,3584,7917,7917,11876,11875c69539,123256,68403,141343,77456,154923r23750,35626c104597,207506,108049,227212,113082,243988v3597,11990,11875,35626,11875,35626c126936,352845,125796,426228,130895,499308v871,12487,11875,35626,11875,35626c144749,550768,139134,569670,148708,582435v5311,7081,8588,-15533,11875,-23751c165232,547062,172458,523058,172458,523058v-1979,-37605,-3346,-75247,-5937,-112815c158059,287547,163801,408661,154645,303365v-2578,-29642,-766,-59764,-5937,-89065c147735,208787,140191,206904,136832,202425,96544,148709,128443,182160,101206,154923,82672,99316,113033,181554,77456,119297,75853,116491,69609,82568,65581,77734,59246,70131,49747,65859,41830,59921,37872,53983,33146,48491,29955,42108,27156,36510,27655,29388,24017,24295,17509,15184,2245,-3414,266,544xe" fillcolor="#a5a5a5 [2092]" strokecolor="#7f7f7f [1612]" strokeweight="1pt">
                      <v:stroke joinstyle="miter"/>
                      <v:path arrowok="t" o:connecttype="custom" o:connectlocs="266,544;12142,48045;18079,65858;53705,95547;65581,107422;77456,154923;101206,190549;113082,243988;124957,279614;130895,499308;142770,534934;148708,582435;160583,558684;172458,523058;166521,410243;154645,303365;148708,214300;136832,202425;101206,154923;77456,119297;65581,77734;41830,59921;29955,42108;24017,24295;266,544" o:connectangles="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3568477</wp:posOffset>
                      </wp:positionH>
                      <wp:positionV relativeFrom="paragraph">
                        <wp:posOffset>667319</wp:posOffset>
                      </wp:positionV>
                      <wp:extent cx="213756" cy="617517"/>
                      <wp:effectExtent l="0" t="0" r="34290" b="30480"/>
                      <wp:wrapNone/>
                      <wp:docPr id="143" name="Freeform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756" cy="617517"/>
                              </a:xfrm>
                              <a:custGeom>
                                <a:avLst/>
                                <a:gdLst>
                                  <a:gd name="connsiteX0" fmla="*/ 0 w 213756"/>
                                  <a:gd name="connsiteY0" fmla="*/ 0 h 617517"/>
                                  <a:gd name="connsiteX1" fmla="*/ 59377 w 213756"/>
                                  <a:gd name="connsiteY1" fmla="*/ 11875 h 617517"/>
                                  <a:gd name="connsiteX2" fmla="*/ 71252 w 213756"/>
                                  <a:gd name="connsiteY2" fmla="*/ 23751 h 617517"/>
                                  <a:gd name="connsiteX3" fmla="*/ 89065 w 213756"/>
                                  <a:gd name="connsiteY3" fmla="*/ 59377 h 617517"/>
                                  <a:gd name="connsiteX4" fmla="*/ 106878 w 213756"/>
                                  <a:gd name="connsiteY4" fmla="*/ 65314 h 617517"/>
                                  <a:gd name="connsiteX5" fmla="*/ 124691 w 213756"/>
                                  <a:gd name="connsiteY5" fmla="*/ 136566 h 617517"/>
                                  <a:gd name="connsiteX6" fmla="*/ 160317 w 213756"/>
                                  <a:gd name="connsiteY6" fmla="*/ 154379 h 617517"/>
                                  <a:gd name="connsiteX7" fmla="*/ 178130 w 213756"/>
                                  <a:gd name="connsiteY7" fmla="*/ 243444 h 617517"/>
                                  <a:gd name="connsiteX8" fmla="*/ 190006 w 213756"/>
                                  <a:gd name="connsiteY8" fmla="*/ 255320 h 617517"/>
                                  <a:gd name="connsiteX9" fmla="*/ 213756 w 213756"/>
                                  <a:gd name="connsiteY9" fmla="*/ 296883 h 617517"/>
                                  <a:gd name="connsiteX10" fmla="*/ 207819 w 213756"/>
                                  <a:gd name="connsiteY10" fmla="*/ 344384 h 617517"/>
                                  <a:gd name="connsiteX11" fmla="*/ 195943 w 213756"/>
                                  <a:gd name="connsiteY11" fmla="*/ 362197 h 617517"/>
                                  <a:gd name="connsiteX12" fmla="*/ 184068 w 213756"/>
                                  <a:gd name="connsiteY12" fmla="*/ 391886 h 617517"/>
                                  <a:gd name="connsiteX13" fmla="*/ 184068 w 213756"/>
                                  <a:gd name="connsiteY13" fmla="*/ 570016 h 617517"/>
                                  <a:gd name="connsiteX14" fmla="*/ 160317 w 213756"/>
                                  <a:gd name="connsiteY14" fmla="*/ 617517 h 617517"/>
                                  <a:gd name="connsiteX15" fmla="*/ 148442 w 213756"/>
                                  <a:gd name="connsiteY15" fmla="*/ 599704 h 617517"/>
                                  <a:gd name="connsiteX16" fmla="*/ 160317 w 213756"/>
                                  <a:gd name="connsiteY16" fmla="*/ 528452 h 617517"/>
                                  <a:gd name="connsiteX17" fmla="*/ 154380 w 213756"/>
                                  <a:gd name="connsiteY17" fmla="*/ 314696 h 617517"/>
                                  <a:gd name="connsiteX18" fmla="*/ 148442 w 213756"/>
                                  <a:gd name="connsiteY18" fmla="*/ 296883 h 617517"/>
                                  <a:gd name="connsiteX19" fmla="*/ 142504 w 213756"/>
                                  <a:gd name="connsiteY19" fmla="*/ 255320 h 617517"/>
                                  <a:gd name="connsiteX20" fmla="*/ 130629 w 213756"/>
                                  <a:gd name="connsiteY20" fmla="*/ 237507 h 617517"/>
                                  <a:gd name="connsiteX21" fmla="*/ 106878 w 213756"/>
                                  <a:gd name="connsiteY21" fmla="*/ 184068 h 617517"/>
                                  <a:gd name="connsiteX22" fmla="*/ 95003 w 213756"/>
                                  <a:gd name="connsiteY22" fmla="*/ 172192 h 617517"/>
                                  <a:gd name="connsiteX23" fmla="*/ 83128 w 213756"/>
                                  <a:gd name="connsiteY23" fmla="*/ 136566 h 617517"/>
                                  <a:gd name="connsiteX24" fmla="*/ 71252 w 213756"/>
                                  <a:gd name="connsiteY24" fmla="*/ 124691 h 617517"/>
                                  <a:gd name="connsiteX25" fmla="*/ 47502 w 213756"/>
                                  <a:gd name="connsiteY25" fmla="*/ 89065 h 617517"/>
                                  <a:gd name="connsiteX26" fmla="*/ 35626 w 213756"/>
                                  <a:gd name="connsiteY26" fmla="*/ 71252 h 617517"/>
                                  <a:gd name="connsiteX27" fmla="*/ 0 w 213756"/>
                                  <a:gd name="connsiteY27" fmla="*/ 35626 h 617517"/>
                                  <a:gd name="connsiteX28" fmla="*/ 0 w 213756"/>
                                  <a:gd name="connsiteY28" fmla="*/ 0 h 6175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</a:cxnLst>
                                <a:rect l="l" t="t" r="r" b="b"/>
                                <a:pathLst>
                                  <a:path w="213756" h="617517">
                                    <a:moveTo>
                                      <a:pt x="0" y="0"/>
                                    </a:moveTo>
                                    <a:cubicBezTo>
                                      <a:pt x="7199" y="1028"/>
                                      <a:pt x="46426" y="4104"/>
                                      <a:pt x="59377" y="11875"/>
                                    </a:cubicBezTo>
                                    <a:cubicBezTo>
                                      <a:pt x="64177" y="14755"/>
                                      <a:pt x="67294" y="19792"/>
                                      <a:pt x="71252" y="23751"/>
                                    </a:cubicBezTo>
                                    <a:cubicBezTo>
                                      <a:pt x="75163" y="35484"/>
                                      <a:pt x="78602" y="51007"/>
                                      <a:pt x="89065" y="59377"/>
                                    </a:cubicBezTo>
                                    <a:cubicBezTo>
                                      <a:pt x="93952" y="63287"/>
                                      <a:pt x="100940" y="63335"/>
                                      <a:pt x="106878" y="65314"/>
                                    </a:cubicBezTo>
                                    <a:cubicBezTo>
                                      <a:pt x="139217" y="97653"/>
                                      <a:pt x="95466" y="48888"/>
                                      <a:pt x="124691" y="136566"/>
                                    </a:cubicBezTo>
                                    <a:cubicBezTo>
                                      <a:pt x="127569" y="145200"/>
                                      <a:pt x="153399" y="152073"/>
                                      <a:pt x="160317" y="154379"/>
                                    </a:cubicBezTo>
                                    <a:cubicBezTo>
                                      <a:pt x="189766" y="213275"/>
                                      <a:pt x="152137" y="130807"/>
                                      <a:pt x="178130" y="243444"/>
                                    </a:cubicBezTo>
                                    <a:cubicBezTo>
                                      <a:pt x="179389" y="248899"/>
                                      <a:pt x="186509" y="250948"/>
                                      <a:pt x="190006" y="255320"/>
                                    </a:cubicBezTo>
                                    <a:cubicBezTo>
                                      <a:pt x="201197" y="269308"/>
                                      <a:pt x="205629" y="280628"/>
                                      <a:pt x="213756" y="296883"/>
                                    </a:cubicBezTo>
                                    <a:cubicBezTo>
                                      <a:pt x="211777" y="312717"/>
                                      <a:pt x="212018" y="328989"/>
                                      <a:pt x="207819" y="344384"/>
                                    </a:cubicBezTo>
                                    <a:cubicBezTo>
                                      <a:pt x="205941" y="351269"/>
                                      <a:pt x="199134" y="355814"/>
                                      <a:pt x="195943" y="362197"/>
                                    </a:cubicBezTo>
                                    <a:cubicBezTo>
                                      <a:pt x="191176" y="371730"/>
                                      <a:pt x="188026" y="381990"/>
                                      <a:pt x="184068" y="391886"/>
                                    </a:cubicBezTo>
                                    <a:cubicBezTo>
                                      <a:pt x="195656" y="472993"/>
                                      <a:pt x="193202" y="437582"/>
                                      <a:pt x="184068" y="570016"/>
                                    </a:cubicBezTo>
                                    <a:cubicBezTo>
                                      <a:pt x="181326" y="609768"/>
                                      <a:pt x="185557" y="600691"/>
                                      <a:pt x="160317" y="617517"/>
                                    </a:cubicBezTo>
                                    <a:cubicBezTo>
                                      <a:pt x="156359" y="611579"/>
                                      <a:pt x="149152" y="606805"/>
                                      <a:pt x="148442" y="599704"/>
                                    </a:cubicBezTo>
                                    <a:cubicBezTo>
                                      <a:pt x="147460" y="589888"/>
                                      <a:pt x="157654" y="541766"/>
                                      <a:pt x="160317" y="528452"/>
                                    </a:cubicBezTo>
                                    <a:cubicBezTo>
                                      <a:pt x="158338" y="457200"/>
                                      <a:pt x="158030" y="385882"/>
                                      <a:pt x="154380" y="314696"/>
                                    </a:cubicBezTo>
                                    <a:cubicBezTo>
                                      <a:pt x="154059" y="308445"/>
                                      <a:pt x="149670" y="303020"/>
                                      <a:pt x="148442" y="296883"/>
                                    </a:cubicBezTo>
                                    <a:cubicBezTo>
                                      <a:pt x="145697" y="283160"/>
                                      <a:pt x="146525" y="268725"/>
                                      <a:pt x="142504" y="255320"/>
                                    </a:cubicBezTo>
                                    <a:cubicBezTo>
                                      <a:pt x="140453" y="248485"/>
                                      <a:pt x="133527" y="244028"/>
                                      <a:pt x="130629" y="237507"/>
                                    </a:cubicBezTo>
                                    <a:cubicBezTo>
                                      <a:pt x="114148" y="200424"/>
                                      <a:pt x="127037" y="209267"/>
                                      <a:pt x="106878" y="184068"/>
                                    </a:cubicBezTo>
                                    <a:cubicBezTo>
                                      <a:pt x="103381" y="179697"/>
                                      <a:pt x="98961" y="176151"/>
                                      <a:pt x="95003" y="172192"/>
                                    </a:cubicBezTo>
                                    <a:lnTo>
                                      <a:pt x="83128" y="136566"/>
                                    </a:lnTo>
                                    <a:cubicBezTo>
                                      <a:pt x="81358" y="131255"/>
                                      <a:pt x="74611" y="129170"/>
                                      <a:pt x="71252" y="124691"/>
                                    </a:cubicBezTo>
                                    <a:cubicBezTo>
                                      <a:pt x="62689" y="113273"/>
                                      <a:pt x="55419" y="100940"/>
                                      <a:pt x="47502" y="89065"/>
                                    </a:cubicBezTo>
                                    <a:lnTo>
                                      <a:pt x="35626" y="71252"/>
                                    </a:lnTo>
                                    <a:cubicBezTo>
                                      <a:pt x="26310" y="57279"/>
                                      <a:pt x="7510" y="50647"/>
                                      <a:pt x="0" y="35626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3" o:spid="_x0000_s1026" style="position:absolute;margin-left:281pt;margin-top:52.55pt;width:16.85pt;height:48.6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13756,61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" path="m,c7199,1028,46426,4104,59377,11875v4800,2880,7917,7917,11875,11876c75163,35484,78602,51007,89065,59377v4887,3910,11875,3958,17813,5937c139217,97653,95466,48888,124691,136566v2878,8634,28708,15507,35626,17813c189766,213275,152137,130807,178130,243444v1259,5455,8379,7504,11876,11876c201197,269308,205629,280628,213756,296883v-1979,15834,-1738,32106,-5937,47501c205941,351269,199134,355814,195943,362197v-4767,9533,-7917,19793,-11875,29689c195656,472993,193202,437582,184068,570016v-2742,39752,1489,30675,-23751,47501c156359,611579,149152,606805,148442,599704v-982,-9816,9212,-57938,11875,-71252c158338,457200,158030,385882,154380,314696v-321,-6251,-4710,-11676,-5938,-17813c145697,283160,146525,268725,142504,255320v-2051,-6835,-8977,-11292,-11875,-17813c114148,200424,127037,209267,106878,184068v-3497,-4371,-7917,-7917,-11875,-11876l83128,136566v-1770,-5311,-8517,-7396,-11876,-11875c62689,113273,55419,100940,47502,89065l35626,71252c26310,57279,7510,50647,,35626l,xe" fillcolor="#a5a5a5 [2092]" strokecolor="#7f7f7f [1612]" strokeweight="1pt">
                      <v:stroke joinstyle="miter"/>
                      <v:path arrowok="t" o:connecttype="custom" o:connectlocs="0,0;59377,11875;71252,23751;89065,59377;106878,65314;124691,136566;160317,154379;178130,243444;190006,255320;213756,296883;207819,344384;195943,362197;184068,391886;184068,570016;160317,617517;148442,599704;160317,528452;154380,314696;148442,296883;142504,255320;130629,237507;106878,184068;95003,172192;83128,136566;71252,124691;47502,89065;35626,71252;0,35626;0,0" o:connectangles="0,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2909397</wp:posOffset>
                      </wp:positionH>
                      <wp:positionV relativeFrom="paragraph">
                        <wp:posOffset>2935506</wp:posOffset>
                      </wp:positionV>
                      <wp:extent cx="249382" cy="1727860"/>
                      <wp:effectExtent l="0" t="0" r="17780" b="24765"/>
                      <wp:wrapNone/>
                      <wp:docPr id="142" name="Freeform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382" cy="1727860"/>
                              </a:xfrm>
                              <a:custGeom>
                                <a:avLst/>
                                <a:gdLst>
                                  <a:gd name="connsiteX0" fmla="*/ 0 w 249382"/>
                                  <a:gd name="connsiteY0" fmla="*/ 0 h 1727860"/>
                                  <a:gd name="connsiteX1" fmla="*/ 95002 w 249382"/>
                                  <a:gd name="connsiteY1" fmla="*/ 510639 h 1727860"/>
                                  <a:gd name="connsiteX2" fmla="*/ 100940 w 249382"/>
                                  <a:gd name="connsiteY2" fmla="*/ 1015340 h 1727860"/>
                                  <a:gd name="connsiteX3" fmla="*/ 112815 w 249382"/>
                                  <a:gd name="connsiteY3" fmla="*/ 1472540 h 1727860"/>
                                  <a:gd name="connsiteX4" fmla="*/ 249382 w 249382"/>
                                  <a:gd name="connsiteY4" fmla="*/ 1727860 h 17278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49382" h="1727860">
                                    <a:moveTo>
                                      <a:pt x="0" y="0"/>
                                    </a:moveTo>
                                    <a:cubicBezTo>
                                      <a:pt x="39089" y="170708"/>
                                      <a:pt x="78179" y="341416"/>
                                      <a:pt x="95002" y="510639"/>
                                    </a:cubicBezTo>
                                    <a:cubicBezTo>
                                      <a:pt x="111825" y="679862"/>
                                      <a:pt x="97971" y="855023"/>
                                      <a:pt x="100940" y="1015340"/>
                                    </a:cubicBezTo>
                                    <a:cubicBezTo>
                                      <a:pt x="103909" y="1175657"/>
                                      <a:pt x="88075" y="1353787"/>
                                      <a:pt x="112815" y="1472540"/>
                                    </a:cubicBezTo>
                                    <a:cubicBezTo>
                                      <a:pt x="137555" y="1591293"/>
                                      <a:pt x="193468" y="1659576"/>
                                      <a:pt x="249382" y="1727860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2" o:spid="_x0000_s1026" style="position:absolute;margin-left:229.1pt;margin-top:231.15pt;width:19.65pt;height:136.0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9382,1727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" path="m,c39089,170708,78179,341416,95002,510639v16823,169223,2969,344384,5938,504701c103909,1175657,88075,1353787,112815,1472540v24740,118753,80653,187036,136567,255320e" filled="f" strokecolor="#7f7f7f [1612]" strokeweight="1.75pt">
                      <v:stroke joinstyle="miter"/>
                      <v:path arrowok="t" o:connecttype="custom" o:connectlocs="0,0;95002,510639;100940,1015340;112815,1472540;249382,1727860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2702253</wp:posOffset>
                      </wp:positionH>
                      <wp:positionV relativeFrom="paragraph">
                        <wp:posOffset>3819404</wp:posOffset>
                      </wp:positionV>
                      <wp:extent cx="23658" cy="95816"/>
                      <wp:effectExtent l="0" t="0" r="14605" b="38100"/>
                      <wp:wrapNone/>
                      <wp:docPr id="141" name="Freeform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658" cy="95816"/>
                              </a:xfrm>
                              <a:custGeom>
                                <a:avLst/>
                                <a:gdLst>
                                  <a:gd name="connsiteX0" fmla="*/ 5263 w 23658"/>
                                  <a:gd name="connsiteY0" fmla="*/ 814 h 95816"/>
                                  <a:gd name="connsiteX1" fmla="*/ 5263 w 23658"/>
                                  <a:gd name="connsiteY1" fmla="*/ 78003 h 95816"/>
                                  <a:gd name="connsiteX2" fmla="*/ 17139 w 23658"/>
                                  <a:gd name="connsiteY2" fmla="*/ 95816 h 95816"/>
                                  <a:gd name="connsiteX3" fmla="*/ 17139 w 23658"/>
                                  <a:gd name="connsiteY3" fmla="*/ 42377 h 95816"/>
                                  <a:gd name="connsiteX4" fmla="*/ 5263 w 23658"/>
                                  <a:gd name="connsiteY4" fmla="*/ 814 h 958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3658" h="95816">
                                    <a:moveTo>
                                      <a:pt x="5263" y="814"/>
                                    </a:moveTo>
                                    <a:cubicBezTo>
                                      <a:pt x="3284" y="6752"/>
                                      <a:pt x="-5520" y="38464"/>
                                      <a:pt x="5263" y="78003"/>
                                    </a:cubicBezTo>
                                    <a:cubicBezTo>
                                      <a:pt x="7141" y="84888"/>
                                      <a:pt x="13180" y="89878"/>
                                      <a:pt x="17139" y="95816"/>
                                    </a:cubicBezTo>
                                    <a:cubicBezTo>
                                      <a:pt x="26158" y="68755"/>
                                      <a:pt x="25498" y="79995"/>
                                      <a:pt x="17139" y="42377"/>
                                    </a:cubicBezTo>
                                    <a:cubicBezTo>
                                      <a:pt x="12763" y="22686"/>
                                      <a:pt x="7242" y="-5124"/>
                                      <a:pt x="5263" y="81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1" o:spid="_x0000_s1026" style="position:absolute;margin-left:212.8pt;margin-top:300.75pt;width:1.85pt;height:7.55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658,958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" path="m5263,814v-1979,5938,-10783,37650,,77189c7141,84888,13180,89878,17139,95816v9019,-27061,8359,-15821,,-53439c12763,22686,7242,-5124,5263,814xe" fillcolor="#a5a5a5 [2092]" strokecolor="#7f7f7f [1612]" strokeweight="1pt">
                      <v:stroke joinstyle="miter"/>
                      <v:path arrowok="t" o:connecttype="custom" o:connectlocs="5263,814;5263,78003;17139,95816;17139,42377;5263,814" o:connectangles="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2911857</wp:posOffset>
                      </wp:positionH>
                      <wp:positionV relativeFrom="paragraph">
                        <wp:posOffset>3255969</wp:posOffset>
                      </wp:positionV>
                      <wp:extent cx="45041" cy="179923"/>
                      <wp:effectExtent l="0" t="0" r="12700" b="10795"/>
                      <wp:wrapNone/>
                      <wp:docPr id="140" name="Freeform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41" cy="179923"/>
                              </a:xfrm>
                              <a:custGeom>
                                <a:avLst/>
                                <a:gdLst>
                                  <a:gd name="connsiteX0" fmla="*/ 3477 w 45041"/>
                                  <a:gd name="connsiteY0" fmla="*/ 171 h 179923"/>
                                  <a:gd name="connsiteX1" fmla="*/ 45041 w 45041"/>
                                  <a:gd name="connsiteY1" fmla="*/ 29859 h 179923"/>
                                  <a:gd name="connsiteX2" fmla="*/ 33166 w 45041"/>
                                  <a:gd name="connsiteY2" fmla="*/ 47672 h 179923"/>
                                  <a:gd name="connsiteX3" fmla="*/ 27228 w 45041"/>
                                  <a:gd name="connsiteY3" fmla="*/ 178301 h 179923"/>
                                  <a:gd name="connsiteX4" fmla="*/ 15353 w 45041"/>
                                  <a:gd name="connsiteY4" fmla="*/ 160488 h 179923"/>
                                  <a:gd name="connsiteX5" fmla="*/ 3477 w 45041"/>
                                  <a:gd name="connsiteY5" fmla="*/ 17984 h 179923"/>
                                  <a:gd name="connsiteX6" fmla="*/ 3477 w 45041"/>
                                  <a:gd name="connsiteY6" fmla="*/ 171 h 1799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5041" h="179923">
                                    <a:moveTo>
                                      <a:pt x="3477" y="171"/>
                                    </a:moveTo>
                                    <a:cubicBezTo>
                                      <a:pt x="10404" y="2150"/>
                                      <a:pt x="45041" y="10292"/>
                                      <a:pt x="45041" y="29859"/>
                                    </a:cubicBezTo>
                                    <a:cubicBezTo>
                                      <a:pt x="45041" y="36995"/>
                                      <a:pt x="37124" y="41734"/>
                                      <a:pt x="33166" y="47672"/>
                                    </a:cubicBezTo>
                                    <a:cubicBezTo>
                                      <a:pt x="31187" y="91215"/>
                                      <a:pt x="34026" y="135246"/>
                                      <a:pt x="27228" y="178301"/>
                                    </a:cubicBezTo>
                                    <a:cubicBezTo>
                                      <a:pt x="26115" y="185350"/>
                                      <a:pt x="16238" y="167569"/>
                                      <a:pt x="15353" y="160488"/>
                                    </a:cubicBezTo>
                                    <a:cubicBezTo>
                                      <a:pt x="5915" y="84983"/>
                                      <a:pt x="23056" y="66934"/>
                                      <a:pt x="3477" y="17984"/>
                                    </a:cubicBezTo>
                                    <a:cubicBezTo>
                                      <a:pt x="1833" y="13875"/>
                                      <a:pt x="-3450" y="-1808"/>
                                      <a:pt x="3477" y="17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40" o:spid="_x0000_s1026" style="position:absolute;margin-left:229.3pt;margin-top:256.4pt;width:3.55pt;height:14.15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5041,179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" path="m3477,171v6927,1979,41564,10121,41564,29688c45041,36995,37124,41734,33166,47672v-1979,43543,860,87574,-5938,130629c26115,185350,16238,167569,15353,160488,5915,84983,23056,66934,3477,17984,1833,13875,-3450,-1808,3477,171xe" fillcolor="#a5a5a5 [2092]" strokecolor="#7f7f7f [1612]" strokeweight="1pt">
                      <v:stroke joinstyle="miter"/>
                      <v:path arrowok="t" o:connecttype="custom" o:connectlocs="3477,171;45041,29859;33166,47672;27228,178301;15353,160488;3477,17984;3477,171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2790273</wp:posOffset>
                      </wp:positionH>
                      <wp:positionV relativeFrom="paragraph">
                        <wp:posOffset>3653776</wp:posOffset>
                      </wp:positionV>
                      <wp:extent cx="48608" cy="135199"/>
                      <wp:effectExtent l="19050" t="0" r="27940" b="17780"/>
                      <wp:wrapNone/>
                      <wp:docPr id="139" name="Freeform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8608" cy="135199"/>
                              </a:xfrm>
                              <a:custGeom>
                                <a:avLst/>
                                <a:gdLst>
                                  <a:gd name="connsiteX0" fmla="*/ 30059 w 48608"/>
                                  <a:gd name="connsiteY0" fmla="*/ 187 h 135199"/>
                                  <a:gd name="connsiteX1" fmla="*/ 371 w 48608"/>
                                  <a:gd name="connsiteY1" fmla="*/ 23938 h 135199"/>
                                  <a:gd name="connsiteX2" fmla="*/ 12246 w 48608"/>
                                  <a:gd name="connsiteY2" fmla="*/ 41751 h 135199"/>
                                  <a:gd name="connsiteX3" fmla="*/ 371 w 48608"/>
                                  <a:gd name="connsiteY3" fmla="*/ 107065 h 135199"/>
                                  <a:gd name="connsiteX4" fmla="*/ 47872 w 48608"/>
                                  <a:gd name="connsiteY4" fmla="*/ 118940 h 135199"/>
                                  <a:gd name="connsiteX5" fmla="*/ 35997 w 48608"/>
                                  <a:gd name="connsiteY5" fmla="*/ 53626 h 135199"/>
                                  <a:gd name="connsiteX6" fmla="*/ 24121 w 48608"/>
                                  <a:gd name="connsiteY6" fmla="*/ 35813 h 135199"/>
                                  <a:gd name="connsiteX7" fmla="*/ 30059 w 48608"/>
                                  <a:gd name="connsiteY7" fmla="*/ 187 h 1351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48608" h="135199">
                                    <a:moveTo>
                                      <a:pt x="30059" y="187"/>
                                    </a:moveTo>
                                    <a:cubicBezTo>
                                      <a:pt x="26101" y="-1792"/>
                                      <a:pt x="5363" y="12289"/>
                                      <a:pt x="371" y="23938"/>
                                    </a:cubicBezTo>
                                    <a:cubicBezTo>
                                      <a:pt x="-2440" y="30497"/>
                                      <a:pt x="11600" y="34644"/>
                                      <a:pt x="12246" y="41751"/>
                                    </a:cubicBezTo>
                                    <a:cubicBezTo>
                                      <a:pt x="14643" y="68124"/>
                                      <a:pt x="7780" y="84837"/>
                                      <a:pt x="371" y="107065"/>
                                    </a:cubicBezTo>
                                    <a:cubicBezTo>
                                      <a:pt x="6407" y="116120"/>
                                      <a:pt x="26324" y="157727"/>
                                      <a:pt x="47872" y="118940"/>
                                    </a:cubicBezTo>
                                    <a:cubicBezTo>
                                      <a:pt x="51102" y="113126"/>
                                      <a:pt x="43079" y="67790"/>
                                      <a:pt x="35997" y="53626"/>
                                    </a:cubicBezTo>
                                    <a:cubicBezTo>
                                      <a:pt x="32806" y="47243"/>
                                      <a:pt x="26082" y="42675"/>
                                      <a:pt x="24121" y="35813"/>
                                    </a:cubicBezTo>
                                    <a:cubicBezTo>
                                      <a:pt x="21946" y="28201"/>
                                      <a:pt x="34017" y="2166"/>
                                      <a:pt x="30059" y="1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9" o:spid="_x0000_s1026" style="position:absolute;margin-left:219.7pt;margin-top:287.7pt;width:3.85pt;height:10.65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608,135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" path="m30059,187c26101,-1792,5363,12289,371,23938v-2811,6559,11229,10706,11875,17813c14643,68124,7780,84837,371,107065v6036,9055,25953,50662,47501,11875c51102,113126,43079,67790,35997,53626,32806,47243,26082,42675,24121,35813,21946,28201,34017,2166,30059,187xe" fillcolor="#a5a5a5 [2092]" strokecolor="#7f7f7f [1612]" strokeweight="1pt">
                      <v:stroke joinstyle="miter"/>
                      <v:path arrowok="t" o:connecttype="custom" o:connectlocs="30059,187;371,23938;12246,41751;371,107065;47872,118940;35997,53626;24121,35813;30059,187" o:connectangles="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9BF2823" wp14:editId="6573AFD6">
                      <wp:simplePos x="0" y="0"/>
                      <wp:positionH relativeFrom="column">
                        <wp:posOffset>2600638</wp:posOffset>
                      </wp:positionH>
                      <wp:positionV relativeFrom="paragraph">
                        <wp:posOffset>2876129</wp:posOffset>
                      </wp:positionV>
                      <wp:extent cx="271559" cy="1661952"/>
                      <wp:effectExtent l="0" t="0" r="14605" b="14605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559" cy="1661952"/>
                              </a:xfrm>
                              <a:custGeom>
                                <a:avLst/>
                                <a:gdLst>
                                  <a:gd name="connsiteX0" fmla="*/ 294206 w 294206"/>
                                  <a:gd name="connsiteY0" fmla="*/ 0 h 1727860"/>
                                  <a:gd name="connsiteX1" fmla="*/ 193266 w 294206"/>
                                  <a:gd name="connsiteY1" fmla="*/ 89065 h 1727860"/>
                                  <a:gd name="connsiteX2" fmla="*/ 44824 w 294206"/>
                                  <a:gd name="connsiteY2" fmla="*/ 296884 h 1727860"/>
                                  <a:gd name="connsiteX3" fmla="*/ 9198 w 294206"/>
                                  <a:gd name="connsiteY3" fmla="*/ 546265 h 1727860"/>
                                  <a:gd name="connsiteX4" fmla="*/ 193266 w 294206"/>
                                  <a:gd name="connsiteY4" fmla="*/ 1377538 h 1727860"/>
                                  <a:gd name="connsiteX5" fmla="*/ 258580 w 294206"/>
                                  <a:gd name="connsiteY5" fmla="*/ 1727860 h 1727860"/>
                                  <a:gd name="connsiteX0" fmla="*/ 275449 w 275449"/>
                                  <a:gd name="connsiteY0" fmla="*/ 0 h 1727860"/>
                                  <a:gd name="connsiteX1" fmla="*/ 174509 w 275449"/>
                                  <a:gd name="connsiteY1" fmla="*/ 89065 h 1727860"/>
                                  <a:gd name="connsiteX2" fmla="*/ 26067 w 275449"/>
                                  <a:gd name="connsiteY2" fmla="*/ 296884 h 1727860"/>
                                  <a:gd name="connsiteX3" fmla="*/ 14209 w 275449"/>
                                  <a:gd name="connsiteY3" fmla="*/ 611580 h 1727860"/>
                                  <a:gd name="connsiteX4" fmla="*/ 174509 w 275449"/>
                                  <a:gd name="connsiteY4" fmla="*/ 1377538 h 1727860"/>
                                  <a:gd name="connsiteX5" fmla="*/ 239823 w 275449"/>
                                  <a:gd name="connsiteY5" fmla="*/ 1727860 h 1727860"/>
                                  <a:gd name="connsiteX0" fmla="*/ 275449 w 275449"/>
                                  <a:gd name="connsiteY0" fmla="*/ 0 h 1691829"/>
                                  <a:gd name="connsiteX1" fmla="*/ 174509 w 275449"/>
                                  <a:gd name="connsiteY1" fmla="*/ 89065 h 1691829"/>
                                  <a:gd name="connsiteX2" fmla="*/ 26067 w 275449"/>
                                  <a:gd name="connsiteY2" fmla="*/ 296884 h 1691829"/>
                                  <a:gd name="connsiteX3" fmla="*/ 14209 w 275449"/>
                                  <a:gd name="connsiteY3" fmla="*/ 611580 h 1691829"/>
                                  <a:gd name="connsiteX4" fmla="*/ 174509 w 275449"/>
                                  <a:gd name="connsiteY4" fmla="*/ 1377538 h 1691829"/>
                                  <a:gd name="connsiteX5" fmla="*/ 239823 w 275449"/>
                                  <a:gd name="connsiteY5" fmla="*/ 1691829 h 1691829"/>
                                  <a:gd name="connsiteX0" fmla="*/ 275449 w 275449"/>
                                  <a:gd name="connsiteY0" fmla="*/ 0 h 1662138"/>
                                  <a:gd name="connsiteX1" fmla="*/ 174509 w 275449"/>
                                  <a:gd name="connsiteY1" fmla="*/ 89065 h 1662138"/>
                                  <a:gd name="connsiteX2" fmla="*/ 26067 w 275449"/>
                                  <a:gd name="connsiteY2" fmla="*/ 296884 h 1662138"/>
                                  <a:gd name="connsiteX3" fmla="*/ 14209 w 275449"/>
                                  <a:gd name="connsiteY3" fmla="*/ 611580 h 1662138"/>
                                  <a:gd name="connsiteX4" fmla="*/ 174509 w 275449"/>
                                  <a:gd name="connsiteY4" fmla="*/ 1377538 h 1662138"/>
                                  <a:gd name="connsiteX5" fmla="*/ 239823 w 275449"/>
                                  <a:gd name="connsiteY5" fmla="*/ 1662138 h 1662138"/>
                                  <a:gd name="connsiteX0" fmla="*/ 275449 w 275449"/>
                                  <a:gd name="connsiteY0" fmla="*/ 0 h 1662138"/>
                                  <a:gd name="connsiteX1" fmla="*/ 174509 w 275449"/>
                                  <a:gd name="connsiteY1" fmla="*/ 89065 h 1662138"/>
                                  <a:gd name="connsiteX2" fmla="*/ 26067 w 275449"/>
                                  <a:gd name="connsiteY2" fmla="*/ 296884 h 1662138"/>
                                  <a:gd name="connsiteX3" fmla="*/ 14209 w 275449"/>
                                  <a:gd name="connsiteY3" fmla="*/ 611580 h 1662138"/>
                                  <a:gd name="connsiteX4" fmla="*/ 174509 w 275449"/>
                                  <a:gd name="connsiteY4" fmla="*/ 1377538 h 1662138"/>
                                  <a:gd name="connsiteX5" fmla="*/ 237933 w 275449"/>
                                  <a:gd name="connsiteY5" fmla="*/ 1508478 h 1662138"/>
                                  <a:gd name="connsiteX6" fmla="*/ 239823 w 275449"/>
                                  <a:gd name="connsiteY6" fmla="*/ 1662138 h 1662138"/>
                                  <a:gd name="connsiteX0" fmla="*/ 272047 w 272047"/>
                                  <a:gd name="connsiteY0" fmla="*/ 0 h 1662138"/>
                                  <a:gd name="connsiteX1" fmla="*/ 171107 w 272047"/>
                                  <a:gd name="connsiteY1" fmla="*/ 89065 h 1662138"/>
                                  <a:gd name="connsiteX2" fmla="*/ 22665 w 272047"/>
                                  <a:gd name="connsiteY2" fmla="*/ 296884 h 1662138"/>
                                  <a:gd name="connsiteX3" fmla="*/ 10807 w 272047"/>
                                  <a:gd name="connsiteY3" fmla="*/ 611580 h 1662138"/>
                                  <a:gd name="connsiteX4" fmla="*/ 123521 w 272047"/>
                                  <a:gd name="connsiteY4" fmla="*/ 1181556 h 1662138"/>
                                  <a:gd name="connsiteX5" fmla="*/ 234531 w 272047"/>
                                  <a:gd name="connsiteY5" fmla="*/ 1508478 h 1662138"/>
                                  <a:gd name="connsiteX6" fmla="*/ 236421 w 272047"/>
                                  <a:gd name="connsiteY6" fmla="*/ 1662138 h 1662138"/>
                                  <a:gd name="connsiteX0" fmla="*/ 272047 w 272047"/>
                                  <a:gd name="connsiteY0" fmla="*/ 0 h 1662138"/>
                                  <a:gd name="connsiteX1" fmla="*/ 171107 w 272047"/>
                                  <a:gd name="connsiteY1" fmla="*/ 89065 h 1662138"/>
                                  <a:gd name="connsiteX2" fmla="*/ 22665 w 272047"/>
                                  <a:gd name="connsiteY2" fmla="*/ 296884 h 1662138"/>
                                  <a:gd name="connsiteX3" fmla="*/ 10807 w 272047"/>
                                  <a:gd name="connsiteY3" fmla="*/ 611580 h 1662138"/>
                                  <a:gd name="connsiteX4" fmla="*/ 123521 w 272047"/>
                                  <a:gd name="connsiteY4" fmla="*/ 1181556 h 1662138"/>
                                  <a:gd name="connsiteX5" fmla="*/ 192532 w 272047"/>
                                  <a:gd name="connsiteY5" fmla="*/ 1526295 h 1662138"/>
                                  <a:gd name="connsiteX6" fmla="*/ 236421 w 272047"/>
                                  <a:gd name="connsiteY6" fmla="*/ 1662138 h 1662138"/>
                                  <a:gd name="connsiteX0" fmla="*/ 272047 w 272047"/>
                                  <a:gd name="connsiteY0" fmla="*/ 0 h 1662138"/>
                                  <a:gd name="connsiteX1" fmla="*/ 171107 w 272047"/>
                                  <a:gd name="connsiteY1" fmla="*/ 89065 h 1662138"/>
                                  <a:gd name="connsiteX2" fmla="*/ 22665 w 272047"/>
                                  <a:gd name="connsiteY2" fmla="*/ 296884 h 1662138"/>
                                  <a:gd name="connsiteX3" fmla="*/ 10807 w 272047"/>
                                  <a:gd name="connsiteY3" fmla="*/ 611580 h 1662138"/>
                                  <a:gd name="connsiteX4" fmla="*/ 123521 w 272047"/>
                                  <a:gd name="connsiteY4" fmla="*/ 1181556 h 1662138"/>
                                  <a:gd name="connsiteX5" fmla="*/ 222320 w 272047"/>
                                  <a:gd name="connsiteY5" fmla="*/ 1490662 h 1662138"/>
                                  <a:gd name="connsiteX6" fmla="*/ 236421 w 272047"/>
                                  <a:gd name="connsiteY6" fmla="*/ 1662138 h 1662138"/>
                                  <a:gd name="connsiteX0" fmla="*/ 272047 w 272047"/>
                                  <a:gd name="connsiteY0" fmla="*/ 0 h 1662138"/>
                                  <a:gd name="connsiteX1" fmla="*/ 171107 w 272047"/>
                                  <a:gd name="connsiteY1" fmla="*/ 89065 h 1662138"/>
                                  <a:gd name="connsiteX2" fmla="*/ 22665 w 272047"/>
                                  <a:gd name="connsiteY2" fmla="*/ 296884 h 1662138"/>
                                  <a:gd name="connsiteX3" fmla="*/ 10807 w 272047"/>
                                  <a:gd name="connsiteY3" fmla="*/ 611580 h 1662138"/>
                                  <a:gd name="connsiteX4" fmla="*/ 123521 w 272047"/>
                                  <a:gd name="connsiteY4" fmla="*/ 1181556 h 1662138"/>
                                  <a:gd name="connsiteX5" fmla="*/ 192532 w 272047"/>
                                  <a:gd name="connsiteY5" fmla="*/ 1532234 h 1662138"/>
                                  <a:gd name="connsiteX6" fmla="*/ 236421 w 272047"/>
                                  <a:gd name="connsiteY6" fmla="*/ 1662138 h 166213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272047" h="1662138">
                                    <a:moveTo>
                                      <a:pt x="272047" y="0"/>
                                    </a:moveTo>
                                    <a:cubicBezTo>
                                      <a:pt x="242359" y="19792"/>
                                      <a:pt x="212671" y="39584"/>
                                      <a:pt x="171107" y="89065"/>
                                    </a:cubicBezTo>
                                    <a:cubicBezTo>
                                      <a:pt x="129543" y="138546"/>
                                      <a:pt x="49382" y="209798"/>
                                      <a:pt x="22665" y="296884"/>
                                    </a:cubicBezTo>
                                    <a:cubicBezTo>
                                      <a:pt x="-4052" y="383970"/>
                                      <a:pt x="-6002" y="464135"/>
                                      <a:pt x="10807" y="611580"/>
                                    </a:cubicBezTo>
                                    <a:cubicBezTo>
                                      <a:pt x="27616" y="759025"/>
                                      <a:pt x="93234" y="1028114"/>
                                      <a:pt x="123521" y="1181556"/>
                                    </a:cubicBezTo>
                                    <a:cubicBezTo>
                                      <a:pt x="153809" y="1334998"/>
                                      <a:pt x="181646" y="1484801"/>
                                      <a:pt x="192532" y="1532234"/>
                                    </a:cubicBezTo>
                                    <a:cubicBezTo>
                                      <a:pt x="203418" y="1579667"/>
                                      <a:pt x="226192" y="1617722"/>
                                      <a:pt x="236421" y="1662138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36" o:spid="_x0000_s1026" style="position:absolute;margin-left:204.75pt;margin-top:226.45pt;width:21.4pt;height:130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2047,166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" path="m272047,c242359,19792,212671,39584,171107,89065,129543,138546,49382,209798,22665,296884,-4052,383970,-6002,464135,10807,611580v16809,147445,82427,416534,112714,569976c153809,1334998,181646,1484801,192532,1532234v10886,47433,33660,85488,43889,129904e" filled="f" strokecolor="#7f7f7f [1612]" strokeweight="1.5pt">
                      <v:stroke joinstyle="miter"/>
                      <v:path arrowok="t" o:connecttype="custom" o:connectlocs="271559,0;170800,89055;22624,296851;10788,611512;123299,1181424;192187,1532063;235997,1661952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4874931" wp14:editId="150FA842">
                      <wp:simplePos x="0" y="0"/>
                      <wp:positionH relativeFrom="column">
                        <wp:posOffset>2636238</wp:posOffset>
                      </wp:positionH>
                      <wp:positionV relativeFrom="paragraph">
                        <wp:posOffset>2965194</wp:posOffset>
                      </wp:positionV>
                      <wp:extent cx="249408" cy="1603009"/>
                      <wp:effectExtent l="0" t="0" r="17780" b="16510"/>
                      <wp:wrapNone/>
                      <wp:docPr id="138" name="Freeform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408" cy="1603009"/>
                              </a:xfrm>
                              <a:custGeom>
                                <a:avLst/>
                                <a:gdLst>
                                  <a:gd name="connsiteX0" fmla="*/ 219720 w 249408"/>
                                  <a:gd name="connsiteY0" fmla="*/ 0 h 1603009"/>
                                  <a:gd name="connsiteX1" fmla="*/ 166281 w 249408"/>
                                  <a:gd name="connsiteY1" fmla="*/ 77190 h 1603009"/>
                                  <a:gd name="connsiteX2" fmla="*/ 17839 w 249408"/>
                                  <a:gd name="connsiteY2" fmla="*/ 237507 h 1603009"/>
                                  <a:gd name="connsiteX3" fmla="*/ 23777 w 249408"/>
                                  <a:gd name="connsiteY3" fmla="*/ 605642 h 1603009"/>
                                  <a:gd name="connsiteX4" fmla="*/ 207845 w 249408"/>
                                  <a:gd name="connsiteY4" fmla="*/ 1454728 h 1603009"/>
                                  <a:gd name="connsiteX5" fmla="*/ 249408 w 249408"/>
                                  <a:gd name="connsiteY5" fmla="*/ 1597232 h 16030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249408" h="1603009">
                                    <a:moveTo>
                                      <a:pt x="219720" y="0"/>
                                    </a:moveTo>
                                    <a:cubicBezTo>
                                      <a:pt x="209824" y="18803"/>
                                      <a:pt x="199928" y="37606"/>
                                      <a:pt x="166281" y="77190"/>
                                    </a:cubicBezTo>
                                    <a:cubicBezTo>
                                      <a:pt x="132634" y="116774"/>
                                      <a:pt x="41590" y="149432"/>
                                      <a:pt x="17839" y="237507"/>
                                    </a:cubicBezTo>
                                    <a:cubicBezTo>
                                      <a:pt x="-5912" y="325582"/>
                                      <a:pt x="-7891" y="402772"/>
                                      <a:pt x="23777" y="605642"/>
                                    </a:cubicBezTo>
                                    <a:cubicBezTo>
                                      <a:pt x="55445" y="808512"/>
                                      <a:pt x="170240" y="1289463"/>
                                      <a:pt x="207845" y="1454728"/>
                                    </a:cubicBezTo>
                                    <a:cubicBezTo>
                                      <a:pt x="245450" y="1619993"/>
                                      <a:pt x="247429" y="1608612"/>
                                      <a:pt x="249408" y="1597232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38" o:spid="_x0000_s1026" style="position:absolute;margin-left:207.6pt;margin-top:233.5pt;width:19.65pt;height:126.2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9408,1603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" path="m219720,v-9896,18803,-19792,37606,-53439,77190c132634,116774,41590,149432,17839,237507,-5912,325582,-7891,402772,23777,605642v31668,202870,146463,683821,184068,849086c245450,1619993,247429,1608612,249408,1597232e" filled="f" strokecolor="#7f7f7f [1612]" strokeweight="1pt">
                      <v:stroke joinstyle="miter"/>
                      <v:path arrowok="t" o:connecttype="custom" o:connectlocs="219720,0;166281,77190;17839,237507;23777,605642;207845,1454728;249408,1597232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49730456" wp14:editId="5C7A39EC">
                      <wp:simplePos x="0" y="0"/>
                      <wp:positionH relativeFrom="column">
                        <wp:posOffset>2766893</wp:posOffset>
                      </wp:positionH>
                      <wp:positionV relativeFrom="paragraph">
                        <wp:posOffset>1195771</wp:posOffset>
                      </wp:positionV>
                      <wp:extent cx="199390" cy="1709420"/>
                      <wp:effectExtent l="0" t="0" r="10160" b="2413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9390" cy="1709420"/>
                              </a:xfrm>
                              <a:custGeom>
                                <a:avLst/>
                                <a:gdLst>
                                  <a:gd name="connsiteX0" fmla="*/ 14790 w 204795"/>
                                  <a:gd name="connsiteY0" fmla="*/ 0 h 1710047"/>
                                  <a:gd name="connsiteX1" fmla="*/ 14790 w 204795"/>
                                  <a:gd name="connsiteY1" fmla="*/ 326571 h 1710047"/>
                                  <a:gd name="connsiteX2" fmla="*/ 26666 w 204795"/>
                                  <a:gd name="connsiteY2" fmla="*/ 362197 h 1710047"/>
                                  <a:gd name="connsiteX3" fmla="*/ 50416 w 204795"/>
                                  <a:gd name="connsiteY3" fmla="*/ 397823 h 1710047"/>
                                  <a:gd name="connsiteX4" fmla="*/ 62292 w 204795"/>
                                  <a:gd name="connsiteY4" fmla="*/ 492826 h 1710047"/>
                                  <a:gd name="connsiteX5" fmla="*/ 68229 w 204795"/>
                                  <a:gd name="connsiteY5" fmla="*/ 528452 h 1710047"/>
                                  <a:gd name="connsiteX6" fmla="*/ 74167 w 204795"/>
                                  <a:gd name="connsiteY6" fmla="*/ 617517 h 1710047"/>
                                  <a:gd name="connsiteX7" fmla="*/ 80105 w 204795"/>
                                  <a:gd name="connsiteY7" fmla="*/ 641268 h 1710047"/>
                                  <a:gd name="connsiteX8" fmla="*/ 91980 w 204795"/>
                                  <a:gd name="connsiteY8" fmla="*/ 676893 h 1710047"/>
                                  <a:gd name="connsiteX9" fmla="*/ 97918 w 204795"/>
                                  <a:gd name="connsiteY9" fmla="*/ 742208 h 1710047"/>
                                  <a:gd name="connsiteX10" fmla="*/ 103855 w 204795"/>
                                  <a:gd name="connsiteY10" fmla="*/ 760021 h 1710047"/>
                                  <a:gd name="connsiteX11" fmla="*/ 109793 w 204795"/>
                                  <a:gd name="connsiteY11" fmla="*/ 807522 h 1710047"/>
                                  <a:gd name="connsiteX12" fmla="*/ 121668 w 204795"/>
                                  <a:gd name="connsiteY12" fmla="*/ 849086 h 1710047"/>
                                  <a:gd name="connsiteX13" fmla="*/ 133543 w 204795"/>
                                  <a:gd name="connsiteY13" fmla="*/ 902525 h 1710047"/>
                                  <a:gd name="connsiteX14" fmla="*/ 145419 w 204795"/>
                                  <a:gd name="connsiteY14" fmla="*/ 920338 h 1710047"/>
                                  <a:gd name="connsiteX15" fmla="*/ 151356 w 204795"/>
                                  <a:gd name="connsiteY15" fmla="*/ 944088 h 1710047"/>
                                  <a:gd name="connsiteX16" fmla="*/ 163232 w 204795"/>
                                  <a:gd name="connsiteY16" fmla="*/ 979714 h 1710047"/>
                                  <a:gd name="connsiteX17" fmla="*/ 169169 w 204795"/>
                                  <a:gd name="connsiteY17" fmla="*/ 1045029 h 1710047"/>
                                  <a:gd name="connsiteX18" fmla="*/ 175107 w 204795"/>
                                  <a:gd name="connsiteY18" fmla="*/ 1080655 h 1710047"/>
                                  <a:gd name="connsiteX19" fmla="*/ 186982 w 204795"/>
                                  <a:gd name="connsiteY19" fmla="*/ 1246909 h 1710047"/>
                                  <a:gd name="connsiteX20" fmla="*/ 192920 w 204795"/>
                                  <a:gd name="connsiteY20" fmla="*/ 1395351 h 1710047"/>
                                  <a:gd name="connsiteX21" fmla="*/ 204795 w 204795"/>
                                  <a:gd name="connsiteY21" fmla="*/ 1430977 h 1710047"/>
                                  <a:gd name="connsiteX22" fmla="*/ 192920 w 204795"/>
                                  <a:gd name="connsiteY22" fmla="*/ 1585356 h 1710047"/>
                                  <a:gd name="connsiteX23" fmla="*/ 186982 w 204795"/>
                                  <a:gd name="connsiteY23" fmla="*/ 1609106 h 1710047"/>
                                  <a:gd name="connsiteX24" fmla="*/ 181045 w 204795"/>
                                  <a:gd name="connsiteY24" fmla="*/ 1644732 h 1710047"/>
                                  <a:gd name="connsiteX25" fmla="*/ 175107 w 204795"/>
                                  <a:gd name="connsiteY25" fmla="*/ 1710047 h 1710047"/>
                                  <a:gd name="connsiteX0" fmla="*/ 9882 w 199887"/>
                                  <a:gd name="connsiteY0" fmla="*/ 0 h 1710047"/>
                                  <a:gd name="connsiteX1" fmla="*/ 26719 w 199887"/>
                                  <a:gd name="connsiteY1" fmla="*/ 231533 h 1710047"/>
                                  <a:gd name="connsiteX2" fmla="*/ 21758 w 199887"/>
                                  <a:gd name="connsiteY2" fmla="*/ 362197 h 1710047"/>
                                  <a:gd name="connsiteX3" fmla="*/ 45508 w 199887"/>
                                  <a:gd name="connsiteY3" fmla="*/ 397823 h 1710047"/>
                                  <a:gd name="connsiteX4" fmla="*/ 57384 w 199887"/>
                                  <a:gd name="connsiteY4" fmla="*/ 492826 h 1710047"/>
                                  <a:gd name="connsiteX5" fmla="*/ 63321 w 199887"/>
                                  <a:gd name="connsiteY5" fmla="*/ 528452 h 1710047"/>
                                  <a:gd name="connsiteX6" fmla="*/ 69259 w 199887"/>
                                  <a:gd name="connsiteY6" fmla="*/ 617517 h 1710047"/>
                                  <a:gd name="connsiteX7" fmla="*/ 75197 w 199887"/>
                                  <a:gd name="connsiteY7" fmla="*/ 641268 h 1710047"/>
                                  <a:gd name="connsiteX8" fmla="*/ 87072 w 199887"/>
                                  <a:gd name="connsiteY8" fmla="*/ 676893 h 1710047"/>
                                  <a:gd name="connsiteX9" fmla="*/ 93010 w 199887"/>
                                  <a:gd name="connsiteY9" fmla="*/ 742208 h 1710047"/>
                                  <a:gd name="connsiteX10" fmla="*/ 98947 w 199887"/>
                                  <a:gd name="connsiteY10" fmla="*/ 760021 h 1710047"/>
                                  <a:gd name="connsiteX11" fmla="*/ 104885 w 199887"/>
                                  <a:gd name="connsiteY11" fmla="*/ 807522 h 1710047"/>
                                  <a:gd name="connsiteX12" fmla="*/ 116760 w 199887"/>
                                  <a:gd name="connsiteY12" fmla="*/ 849086 h 1710047"/>
                                  <a:gd name="connsiteX13" fmla="*/ 128635 w 199887"/>
                                  <a:gd name="connsiteY13" fmla="*/ 902525 h 1710047"/>
                                  <a:gd name="connsiteX14" fmla="*/ 140511 w 199887"/>
                                  <a:gd name="connsiteY14" fmla="*/ 920338 h 1710047"/>
                                  <a:gd name="connsiteX15" fmla="*/ 146448 w 199887"/>
                                  <a:gd name="connsiteY15" fmla="*/ 944088 h 1710047"/>
                                  <a:gd name="connsiteX16" fmla="*/ 158324 w 199887"/>
                                  <a:gd name="connsiteY16" fmla="*/ 979714 h 1710047"/>
                                  <a:gd name="connsiteX17" fmla="*/ 164261 w 199887"/>
                                  <a:gd name="connsiteY17" fmla="*/ 1045029 h 1710047"/>
                                  <a:gd name="connsiteX18" fmla="*/ 170199 w 199887"/>
                                  <a:gd name="connsiteY18" fmla="*/ 1080655 h 1710047"/>
                                  <a:gd name="connsiteX19" fmla="*/ 182074 w 199887"/>
                                  <a:gd name="connsiteY19" fmla="*/ 1246909 h 1710047"/>
                                  <a:gd name="connsiteX20" fmla="*/ 188012 w 199887"/>
                                  <a:gd name="connsiteY20" fmla="*/ 1395351 h 1710047"/>
                                  <a:gd name="connsiteX21" fmla="*/ 199887 w 199887"/>
                                  <a:gd name="connsiteY21" fmla="*/ 1430977 h 1710047"/>
                                  <a:gd name="connsiteX22" fmla="*/ 188012 w 199887"/>
                                  <a:gd name="connsiteY22" fmla="*/ 1585356 h 1710047"/>
                                  <a:gd name="connsiteX23" fmla="*/ 182074 w 199887"/>
                                  <a:gd name="connsiteY23" fmla="*/ 1609106 h 1710047"/>
                                  <a:gd name="connsiteX24" fmla="*/ 176137 w 199887"/>
                                  <a:gd name="connsiteY24" fmla="*/ 1644732 h 1710047"/>
                                  <a:gd name="connsiteX25" fmla="*/ 170199 w 199887"/>
                                  <a:gd name="connsiteY25" fmla="*/ 1710047 h 1710047"/>
                                  <a:gd name="connsiteX0" fmla="*/ 9882 w 199887"/>
                                  <a:gd name="connsiteY0" fmla="*/ 0 h 1710047"/>
                                  <a:gd name="connsiteX1" fmla="*/ 26719 w 199887"/>
                                  <a:gd name="connsiteY1" fmla="*/ 231533 h 1710047"/>
                                  <a:gd name="connsiteX2" fmla="*/ 25703 w 199887"/>
                                  <a:gd name="connsiteY2" fmla="*/ 332497 h 1710047"/>
                                  <a:gd name="connsiteX3" fmla="*/ 45508 w 199887"/>
                                  <a:gd name="connsiteY3" fmla="*/ 397823 h 1710047"/>
                                  <a:gd name="connsiteX4" fmla="*/ 57384 w 199887"/>
                                  <a:gd name="connsiteY4" fmla="*/ 492826 h 1710047"/>
                                  <a:gd name="connsiteX5" fmla="*/ 63321 w 199887"/>
                                  <a:gd name="connsiteY5" fmla="*/ 528452 h 1710047"/>
                                  <a:gd name="connsiteX6" fmla="*/ 69259 w 199887"/>
                                  <a:gd name="connsiteY6" fmla="*/ 617517 h 1710047"/>
                                  <a:gd name="connsiteX7" fmla="*/ 75197 w 199887"/>
                                  <a:gd name="connsiteY7" fmla="*/ 641268 h 1710047"/>
                                  <a:gd name="connsiteX8" fmla="*/ 87072 w 199887"/>
                                  <a:gd name="connsiteY8" fmla="*/ 676893 h 1710047"/>
                                  <a:gd name="connsiteX9" fmla="*/ 93010 w 199887"/>
                                  <a:gd name="connsiteY9" fmla="*/ 742208 h 1710047"/>
                                  <a:gd name="connsiteX10" fmla="*/ 98947 w 199887"/>
                                  <a:gd name="connsiteY10" fmla="*/ 760021 h 1710047"/>
                                  <a:gd name="connsiteX11" fmla="*/ 104885 w 199887"/>
                                  <a:gd name="connsiteY11" fmla="*/ 807522 h 1710047"/>
                                  <a:gd name="connsiteX12" fmla="*/ 116760 w 199887"/>
                                  <a:gd name="connsiteY12" fmla="*/ 849086 h 1710047"/>
                                  <a:gd name="connsiteX13" fmla="*/ 128635 w 199887"/>
                                  <a:gd name="connsiteY13" fmla="*/ 902525 h 1710047"/>
                                  <a:gd name="connsiteX14" fmla="*/ 140511 w 199887"/>
                                  <a:gd name="connsiteY14" fmla="*/ 920338 h 1710047"/>
                                  <a:gd name="connsiteX15" fmla="*/ 146448 w 199887"/>
                                  <a:gd name="connsiteY15" fmla="*/ 944088 h 1710047"/>
                                  <a:gd name="connsiteX16" fmla="*/ 158324 w 199887"/>
                                  <a:gd name="connsiteY16" fmla="*/ 979714 h 1710047"/>
                                  <a:gd name="connsiteX17" fmla="*/ 164261 w 199887"/>
                                  <a:gd name="connsiteY17" fmla="*/ 1045029 h 1710047"/>
                                  <a:gd name="connsiteX18" fmla="*/ 170199 w 199887"/>
                                  <a:gd name="connsiteY18" fmla="*/ 1080655 h 1710047"/>
                                  <a:gd name="connsiteX19" fmla="*/ 182074 w 199887"/>
                                  <a:gd name="connsiteY19" fmla="*/ 1246909 h 1710047"/>
                                  <a:gd name="connsiteX20" fmla="*/ 188012 w 199887"/>
                                  <a:gd name="connsiteY20" fmla="*/ 1395351 h 1710047"/>
                                  <a:gd name="connsiteX21" fmla="*/ 199887 w 199887"/>
                                  <a:gd name="connsiteY21" fmla="*/ 1430977 h 1710047"/>
                                  <a:gd name="connsiteX22" fmla="*/ 188012 w 199887"/>
                                  <a:gd name="connsiteY22" fmla="*/ 1585356 h 1710047"/>
                                  <a:gd name="connsiteX23" fmla="*/ 182074 w 199887"/>
                                  <a:gd name="connsiteY23" fmla="*/ 1609106 h 1710047"/>
                                  <a:gd name="connsiteX24" fmla="*/ 176137 w 199887"/>
                                  <a:gd name="connsiteY24" fmla="*/ 1644732 h 1710047"/>
                                  <a:gd name="connsiteX25" fmla="*/ 170199 w 199887"/>
                                  <a:gd name="connsiteY25" fmla="*/ 1710047 h 171004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99887" h="1710047">
                                    <a:moveTo>
                                      <a:pt x="9882" y="0"/>
                                    </a:moveTo>
                                    <a:cubicBezTo>
                                      <a:pt x="-14636" y="122603"/>
                                      <a:pt x="12452" y="-34792"/>
                                      <a:pt x="26719" y="231533"/>
                                    </a:cubicBezTo>
                                    <a:cubicBezTo>
                                      <a:pt x="27389" y="244033"/>
                                      <a:pt x="22572" y="304782"/>
                                      <a:pt x="25703" y="332497"/>
                                    </a:cubicBezTo>
                                    <a:cubicBezTo>
                                      <a:pt x="28834" y="360212"/>
                                      <a:pt x="40228" y="371102"/>
                                      <a:pt x="45508" y="397823"/>
                                    </a:cubicBezTo>
                                    <a:cubicBezTo>
                                      <a:pt x="50788" y="424545"/>
                                      <a:pt x="46800" y="397571"/>
                                      <a:pt x="57384" y="492826"/>
                                    </a:cubicBezTo>
                                    <a:cubicBezTo>
                                      <a:pt x="58713" y="504791"/>
                                      <a:pt x="61342" y="516577"/>
                                      <a:pt x="63321" y="528452"/>
                                    </a:cubicBezTo>
                                    <a:cubicBezTo>
                                      <a:pt x="65300" y="558140"/>
                                      <a:pt x="66144" y="587926"/>
                                      <a:pt x="69259" y="617517"/>
                                    </a:cubicBezTo>
                                    <a:cubicBezTo>
                                      <a:pt x="70113" y="625633"/>
                                      <a:pt x="72852" y="633451"/>
                                      <a:pt x="75197" y="641268"/>
                                    </a:cubicBezTo>
                                    <a:cubicBezTo>
                                      <a:pt x="78794" y="653257"/>
                                      <a:pt x="87072" y="676893"/>
                                      <a:pt x="87072" y="676893"/>
                                    </a:cubicBezTo>
                                    <a:cubicBezTo>
                                      <a:pt x="89051" y="698665"/>
                                      <a:pt x="89918" y="720566"/>
                                      <a:pt x="93010" y="742208"/>
                                    </a:cubicBezTo>
                                    <a:cubicBezTo>
                                      <a:pt x="93895" y="748404"/>
                                      <a:pt x="97827" y="753863"/>
                                      <a:pt x="98947" y="760021"/>
                                    </a:cubicBezTo>
                                    <a:cubicBezTo>
                                      <a:pt x="101801" y="775721"/>
                                      <a:pt x="101756" y="791875"/>
                                      <a:pt x="104885" y="807522"/>
                                    </a:cubicBezTo>
                                    <a:cubicBezTo>
                                      <a:pt x="107711" y="821651"/>
                                      <a:pt x="113520" y="835046"/>
                                      <a:pt x="116760" y="849086"/>
                                    </a:cubicBezTo>
                                    <a:cubicBezTo>
                                      <a:pt x="120667" y="866017"/>
                                      <a:pt x="120482" y="886219"/>
                                      <a:pt x="128635" y="902525"/>
                                    </a:cubicBezTo>
                                    <a:cubicBezTo>
                                      <a:pt x="131826" y="908908"/>
                                      <a:pt x="136552" y="914400"/>
                                      <a:pt x="140511" y="920338"/>
                                    </a:cubicBezTo>
                                    <a:cubicBezTo>
                                      <a:pt x="142490" y="928255"/>
                                      <a:pt x="144103" y="936272"/>
                                      <a:pt x="146448" y="944088"/>
                                    </a:cubicBezTo>
                                    <a:cubicBezTo>
                                      <a:pt x="150045" y="956078"/>
                                      <a:pt x="158324" y="979714"/>
                                      <a:pt x="158324" y="979714"/>
                                    </a:cubicBezTo>
                                    <a:cubicBezTo>
                                      <a:pt x="160303" y="1001486"/>
                                      <a:pt x="161707" y="1023317"/>
                                      <a:pt x="164261" y="1045029"/>
                                    </a:cubicBezTo>
                                    <a:cubicBezTo>
                                      <a:pt x="165668" y="1056986"/>
                                      <a:pt x="169424" y="1068641"/>
                                      <a:pt x="170199" y="1080655"/>
                                    </a:cubicBezTo>
                                    <a:cubicBezTo>
                                      <a:pt x="181090" y="1249461"/>
                                      <a:pt x="159885" y="1180333"/>
                                      <a:pt x="182074" y="1246909"/>
                                    </a:cubicBezTo>
                                    <a:cubicBezTo>
                                      <a:pt x="184053" y="1296390"/>
                                      <a:pt x="183242" y="1346061"/>
                                      <a:pt x="188012" y="1395351"/>
                                    </a:cubicBezTo>
                                    <a:cubicBezTo>
                                      <a:pt x="189218" y="1407810"/>
                                      <a:pt x="199887" y="1430977"/>
                                      <a:pt x="199887" y="1430977"/>
                                    </a:cubicBezTo>
                                    <a:cubicBezTo>
                                      <a:pt x="195929" y="1482437"/>
                                      <a:pt x="193148" y="1534000"/>
                                      <a:pt x="188012" y="1585356"/>
                                    </a:cubicBezTo>
                                    <a:cubicBezTo>
                                      <a:pt x="187200" y="1593476"/>
                                      <a:pt x="183674" y="1601104"/>
                                      <a:pt x="182074" y="1609106"/>
                                    </a:cubicBezTo>
                                    <a:cubicBezTo>
                                      <a:pt x="179713" y="1620911"/>
                                      <a:pt x="177728" y="1632799"/>
                                      <a:pt x="176137" y="1644732"/>
                                    </a:cubicBezTo>
                                    <a:cubicBezTo>
                                      <a:pt x="169762" y="1692547"/>
                                      <a:pt x="170199" y="1682360"/>
                                      <a:pt x="170199" y="1710047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217.85pt;margin-top:94.15pt;width:15.7pt;height:134.6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9887,17100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" path="m9882,v-24518,122603,2570,-34792,16837,231533c27389,244033,22572,304782,25703,332497v3131,27715,14525,38605,19805,65326c50788,424545,46800,397571,57384,492826v1329,11965,3958,23751,5937,35626c65300,558140,66144,587926,69259,617517v854,8116,3593,15934,5938,23751c78794,653257,87072,676893,87072,676893v1979,21772,2846,43673,5938,65315c93895,748404,97827,753863,98947,760021v2854,15700,2809,31854,5938,47501c107711,821651,113520,835046,116760,849086v3907,16931,3722,37133,11875,53439c131826,908908,136552,914400,140511,920338v1979,7917,3592,15934,5937,23750c150045,956078,158324,979714,158324,979714v1979,21772,3383,43603,5937,65315c165668,1056986,169424,1068641,170199,1080655v10891,168806,-10314,99678,11875,166254c184053,1296390,183242,1346061,188012,1395351v1206,12459,11875,35626,11875,35626c195929,1482437,193148,1534000,188012,1585356v-812,8120,-4338,15748,-5938,23750c179713,1620911,177728,1632799,176137,1644732v-6375,47815,-5938,37628,-5938,65315e" filled="f" strokecolor="#7f7f7f [1612]" strokeweight="1.75pt">
                      <v:stroke joinstyle="miter"/>
                      <v:path arrowok="t" o:connecttype="custom" o:connectlocs="9857,0;26653,231448;25639,332375;45395,397677;57241,492645;63164,528258;69087,617291;75010,641033;86856,676645;92779,741936;98701,759742;104624,807226;116470,848775;128315,902194;140162,920001;146084,943742;157930,979355;163853,1044646;169776,1080259;181621,1246452;187545,1394839;199390,1430452;187545,1584775;181621,1608516;175699,1644129;169776,1709420" o:connectangles="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AB866A1" wp14:editId="4F45F273">
                      <wp:simplePos x="0" y="0"/>
                      <wp:positionH relativeFrom="column">
                        <wp:posOffset>2665507</wp:posOffset>
                      </wp:positionH>
                      <wp:positionV relativeFrom="paragraph">
                        <wp:posOffset>1308100</wp:posOffset>
                      </wp:positionV>
                      <wp:extent cx="231569" cy="1573480"/>
                      <wp:effectExtent l="0" t="0" r="16510" b="27305"/>
                      <wp:wrapNone/>
                      <wp:docPr id="134" name="Freeform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1569" cy="1573480"/>
                              </a:xfrm>
                              <a:custGeom>
                                <a:avLst/>
                                <a:gdLst>
                                  <a:gd name="connsiteX0" fmla="*/ 0 w 231569"/>
                                  <a:gd name="connsiteY0" fmla="*/ 0 h 1573480"/>
                                  <a:gd name="connsiteX1" fmla="*/ 5938 w 231569"/>
                                  <a:gd name="connsiteY1" fmla="*/ 89064 h 1573480"/>
                                  <a:gd name="connsiteX2" fmla="*/ 17813 w 231569"/>
                                  <a:gd name="connsiteY2" fmla="*/ 130628 h 1573480"/>
                                  <a:gd name="connsiteX3" fmla="*/ 23751 w 231569"/>
                                  <a:gd name="connsiteY3" fmla="*/ 172192 h 1573480"/>
                                  <a:gd name="connsiteX4" fmla="*/ 41564 w 231569"/>
                                  <a:gd name="connsiteY4" fmla="*/ 237506 h 1573480"/>
                                  <a:gd name="connsiteX5" fmla="*/ 47501 w 231569"/>
                                  <a:gd name="connsiteY5" fmla="*/ 332509 h 1573480"/>
                                  <a:gd name="connsiteX6" fmla="*/ 53439 w 231569"/>
                                  <a:gd name="connsiteY6" fmla="*/ 350322 h 1573480"/>
                                  <a:gd name="connsiteX7" fmla="*/ 71252 w 231569"/>
                                  <a:gd name="connsiteY7" fmla="*/ 415636 h 1573480"/>
                                  <a:gd name="connsiteX8" fmla="*/ 77190 w 231569"/>
                                  <a:gd name="connsiteY8" fmla="*/ 457200 h 1573480"/>
                                  <a:gd name="connsiteX9" fmla="*/ 89065 w 231569"/>
                                  <a:gd name="connsiteY9" fmla="*/ 605641 h 1573480"/>
                                  <a:gd name="connsiteX10" fmla="*/ 95003 w 231569"/>
                                  <a:gd name="connsiteY10" fmla="*/ 629392 h 1573480"/>
                                  <a:gd name="connsiteX11" fmla="*/ 106878 w 231569"/>
                                  <a:gd name="connsiteY11" fmla="*/ 676893 h 1573480"/>
                                  <a:gd name="connsiteX12" fmla="*/ 118753 w 231569"/>
                                  <a:gd name="connsiteY12" fmla="*/ 694706 h 1573480"/>
                                  <a:gd name="connsiteX13" fmla="*/ 136566 w 231569"/>
                                  <a:gd name="connsiteY13" fmla="*/ 783771 h 1573480"/>
                                  <a:gd name="connsiteX14" fmla="*/ 148442 w 231569"/>
                                  <a:gd name="connsiteY14" fmla="*/ 843148 h 1573480"/>
                                  <a:gd name="connsiteX15" fmla="*/ 154379 w 231569"/>
                                  <a:gd name="connsiteY15" fmla="*/ 896587 h 1573480"/>
                                  <a:gd name="connsiteX16" fmla="*/ 166255 w 231569"/>
                                  <a:gd name="connsiteY16" fmla="*/ 944088 h 1573480"/>
                                  <a:gd name="connsiteX17" fmla="*/ 172192 w 231569"/>
                                  <a:gd name="connsiteY17" fmla="*/ 967839 h 1573480"/>
                                  <a:gd name="connsiteX18" fmla="*/ 178130 w 231569"/>
                                  <a:gd name="connsiteY18" fmla="*/ 997527 h 1573480"/>
                                  <a:gd name="connsiteX19" fmla="*/ 190005 w 231569"/>
                                  <a:gd name="connsiteY19" fmla="*/ 1015340 h 1573480"/>
                                  <a:gd name="connsiteX20" fmla="*/ 195943 w 231569"/>
                                  <a:gd name="connsiteY20" fmla="*/ 1086592 h 1573480"/>
                                  <a:gd name="connsiteX21" fmla="*/ 213756 w 231569"/>
                                  <a:gd name="connsiteY21" fmla="*/ 1229096 h 1573480"/>
                                  <a:gd name="connsiteX22" fmla="*/ 225631 w 231569"/>
                                  <a:gd name="connsiteY22" fmla="*/ 1300348 h 1573480"/>
                                  <a:gd name="connsiteX23" fmla="*/ 231569 w 231569"/>
                                  <a:gd name="connsiteY23" fmla="*/ 1330036 h 1573480"/>
                                  <a:gd name="connsiteX24" fmla="*/ 225631 w 231569"/>
                                  <a:gd name="connsiteY24" fmla="*/ 1484415 h 1573480"/>
                                  <a:gd name="connsiteX25" fmla="*/ 219693 w 231569"/>
                                  <a:gd name="connsiteY25" fmla="*/ 1514103 h 1573480"/>
                                  <a:gd name="connsiteX26" fmla="*/ 195943 w 231569"/>
                                  <a:gd name="connsiteY26" fmla="*/ 1573480 h 15734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231569" h="1573480">
                                    <a:moveTo>
                                      <a:pt x="0" y="0"/>
                                    </a:moveTo>
                                    <a:cubicBezTo>
                                      <a:pt x="1979" y="29688"/>
                                      <a:pt x="2823" y="59474"/>
                                      <a:pt x="5938" y="89064"/>
                                    </a:cubicBezTo>
                                    <a:cubicBezTo>
                                      <a:pt x="7086" y="99966"/>
                                      <a:pt x="14132" y="119585"/>
                                      <a:pt x="17813" y="130628"/>
                                    </a:cubicBezTo>
                                    <a:cubicBezTo>
                                      <a:pt x="19792" y="144483"/>
                                      <a:pt x="21006" y="158468"/>
                                      <a:pt x="23751" y="172192"/>
                                    </a:cubicBezTo>
                                    <a:cubicBezTo>
                                      <a:pt x="30449" y="205680"/>
                                      <a:pt x="33032" y="211912"/>
                                      <a:pt x="41564" y="237506"/>
                                    </a:cubicBezTo>
                                    <a:cubicBezTo>
                                      <a:pt x="43543" y="269174"/>
                                      <a:pt x="44180" y="300954"/>
                                      <a:pt x="47501" y="332509"/>
                                    </a:cubicBezTo>
                                    <a:cubicBezTo>
                                      <a:pt x="48156" y="338733"/>
                                      <a:pt x="51921" y="344250"/>
                                      <a:pt x="53439" y="350322"/>
                                    </a:cubicBezTo>
                                    <a:cubicBezTo>
                                      <a:pt x="70227" y="417471"/>
                                      <a:pt x="45773" y="339196"/>
                                      <a:pt x="71252" y="415636"/>
                                    </a:cubicBezTo>
                                    <a:cubicBezTo>
                                      <a:pt x="73231" y="429491"/>
                                      <a:pt x="76028" y="443253"/>
                                      <a:pt x="77190" y="457200"/>
                                    </a:cubicBezTo>
                                    <a:cubicBezTo>
                                      <a:pt x="82670" y="522964"/>
                                      <a:pt x="79606" y="548890"/>
                                      <a:pt x="89065" y="605641"/>
                                    </a:cubicBezTo>
                                    <a:cubicBezTo>
                                      <a:pt x="90407" y="613691"/>
                                      <a:pt x="93233" y="621426"/>
                                      <a:pt x="95003" y="629392"/>
                                    </a:cubicBezTo>
                                    <a:cubicBezTo>
                                      <a:pt x="97714" y="641593"/>
                                      <a:pt x="100510" y="664157"/>
                                      <a:pt x="106878" y="676893"/>
                                    </a:cubicBezTo>
                                    <a:cubicBezTo>
                                      <a:pt x="110069" y="683276"/>
                                      <a:pt x="114795" y="688768"/>
                                      <a:pt x="118753" y="694706"/>
                                    </a:cubicBezTo>
                                    <a:cubicBezTo>
                                      <a:pt x="140595" y="771148"/>
                                      <a:pt x="122661" y="700338"/>
                                      <a:pt x="136566" y="783771"/>
                                    </a:cubicBezTo>
                                    <a:cubicBezTo>
                                      <a:pt x="139884" y="803681"/>
                                      <a:pt x="145294" y="823211"/>
                                      <a:pt x="148442" y="843148"/>
                                    </a:cubicBezTo>
                                    <a:cubicBezTo>
                                      <a:pt x="151237" y="860851"/>
                                      <a:pt x="151264" y="878937"/>
                                      <a:pt x="154379" y="896587"/>
                                    </a:cubicBezTo>
                                    <a:cubicBezTo>
                                      <a:pt x="157215" y="912660"/>
                                      <a:pt x="162297" y="928254"/>
                                      <a:pt x="166255" y="944088"/>
                                    </a:cubicBezTo>
                                    <a:cubicBezTo>
                                      <a:pt x="168234" y="952005"/>
                                      <a:pt x="170591" y="959837"/>
                                      <a:pt x="172192" y="967839"/>
                                    </a:cubicBezTo>
                                    <a:cubicBezTo>
                                      <a:pt x="174171" y="977735"/>
                                      <a:pt x="174586" y="988078"/>
                                      <a:pt x="178130" y="997527"/>
                                    </a:cubicBezTo>
                                    <a:cubicBezTo>
                                      <a:pt x="180636" y="1004209"/>
                                      <a:pt x="186047" y="1009402"/>
                                      <a:pt x="190005" y="1015340"/>
                                    </a:cubicBezTo>
                                    <a:cubicBezTo>
                                      <a:pt x="191984" y="1039091"/>
                                      <a:pt x="193785" y="1062857"/>
                                      <a:pt x="195943" y="1086592"/>
                                    </a:cubicBezTo>
                                    <a:cubicBezTo>
                                      <a:pt x="207633" y="1215177"/>
                                      <a:pt x="194731" y="1172024"/>
                                      <a:pt x="213756" y="1229096"/>
                                    </a:cubicBezTo>
                                    <a:cubicBezTo>
                                      <a:pt x="217714" y="1252847"/>
                                      <a:pt x="221447" y="1276636"/>
                                      <a:pt x="225631" y="1300348"/>
                                    </a:cubicBezTo>
                                    <a:cubicBezTo>
                                      <a:pt x="227385" y="1310286"/>
                                      <a:pt x="231569" y="1319944"/>
                                      <a:pt x="231569" y="1330036"/>
                                    </a:cubicBezTo>
                                    <a:cubicBezTo>
                                      <a:pt x="231569" y="1381534"/>
                                      <a:pt x="228947" y="1433024"/>
                                      <a:pt x="225631" y="1484415"/>
                                    </a:cubicBezTo>
                                    <a:cubicBezTo>
                                      <a:pt x="224981" y="1494486"/>
                                      <a:pt x="221962" y="1504269"/>
                                      <a:pt x="219693" y="1514103"/>
                                    </a:cubicBezTo>
                                    <a:cubicBezTo>
                                      <a:pt x="207783" y="1565713"/>
                                      <a:pt x="218905" y="1550518"/>
                                      <a:pt x="195943" y="1573480"/>
                                    </a:cubicBezTo>
                                  </a:path>
                                </a:pathLst>
                              </a:custGeom>
                              <a:noFill/>
                              <a:ln w="2540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4" o:spid="_x0000_s1026" style="position:absolute;margin-left:209.9pt;margin-top:103pt;width:18.25pt;height:123.9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1569,1573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" path="m,c1979,29688,2823,59474,5938,89064v1148,10902,8194,30521,11875,41564c19792,144483,21006,158468,23751,172192v6698,33488,9281,39720,17813,65314c43543,269174,44180,300954,47501,332509v655,6224,4420,11741,5938,17813c70227,417471,45773,339196,71252,415636v1979,13855,4776,27617,5938,41564c82670,522964,79606,548890,89065,605641v1342,8050,4168,15785,5938,23751c97714,641593,100510,664157,106878,676893v3191,6383,7917,11875,11875,17813c140595,771148,122661,700338,136566,783771v3318,19910,8728,39440,11876,59377c151237,860851,151264,878937,154379,896587v2836,16073,7918,31667,11876,47501c168234,952005,170591,959837,172192,967839v1979,9896,2394,20239,5938,29688c180636,1004209,186047,1009402,190005,1015340v1979,23751,3780,47517,5938,71252c207633,1215177,194731,1172024,213756,1229096v3958,23751,7691,47540,11875,71252c227385,1310286,231569,1319944,231569,1330036v,51498,-2622,102988,-5938,154379c224981,1494486,221962,1504269,219693,1514103v-11910,51610,-788,36415,-23750,59377e" filled="f" strokecolor="#7f7f7f [1612]" strokeweight="2pt">
                      <v:stroke joinstyle="miter"/>
                      <v:path arrowok="t" o:connecttype="custom" o:connectlocs="0,0;5938,89064;17813,130628;23751,172192;41564,237506;47501,332509;53439,350322;71252,415636;77190,457200;89065,605641;95003,629392;106878,676893;118753,694706;136566,783771;148442,843148;154379,896587;166255,944088;172192,967839;178130,997527;190005,1015340;195943,1086592;213756,1229096;225631,1300348;231569,1330036;225631,1484415;219693,1514103;195943,157348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2665771</wp:posOffset>
                      </wp:positionH>
                      <wp:positionV relativeFrom="paragraph">
                        <wp:posOffset>637631</wp:posOffset>
                      </wp:positionV>
                      <wp:extent cx="208000" cy="552202"/>
                      <wp:effectExtent l="0" t="0" r="20955" b="38735"/>
                      <wp:wrapNone/>
                      <wp:docPr id="131" name="Freeform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000" cy="552202"/>
                              </a:xfrm>
                              <a:custGeom>
                                <a:avLst/>
                                <a:gdLst>
                                  <a:gd name="connsiteX0" fmla="*/ 208000 w 208000"/>
                                  <a:gd name="connsiteY0" fmla="*/ 0 h 552202"/>
                                  <a:gd name="connsiteX1" fmla="*/ 196125 w 208000"/>
                                  <a:gd name="connsiteY1" fmla="*/ 29688 h 552202"/>
                                  <a:gd name="connsiteX2" fmla="*/ 178312 w 208000"/>
                                  <a:gd name="connsiteY2" fmla="*/ 71252 h 552202"/>
                                  <a:gd name="connsiteX3" fmla="*/ 160499 w 208000"/>
                                  <a:gd name="connsiteY3" fmla="*/ 83127 h 552202"/>
                                  <a:gd name="connsiteX4" fmla="*/ 124873 w 208000"/>
                                  <a:gd name="connsiteY4" fmla="*/ 130628 h 552202"/>
                                  <a:gd name="connsiteX5" fmla="*/ 89247 w 208000"/>
                                  <a:gd name="connsiteY5" fmla="*/ 190005 h 552202"/>
                                  <a:gd name="connsiteX6" fmla="*/ 77371 w 208000"/>
                                  <a:gd name="connsiteY6" fmla="*/ 201880 h 552202"/>
                                  <a:gd name="connsiteX7" fmla="*/ 65496 w 208000"/>
                                  <a:gd name="connsiteY7" fmla="*/ 237506 h 552202"/>
                                  <a:gd name="connsiteX8" fmla="*/ 59558 w 208000"/>
                                  <a:gd name="connsiteY8" fmla="*/ 255319 h 552202"/>
                                  <a:gd name="connsiteX9" fmla="*/ 47683 w 208000"/>
                                  <a:gd name="connsiteY9" fmla="*/ 296883 h 552202"/>
                                  <a:gd name="connsiteX10" fmla="*/ 35808 w 208000"/>
                                  <a:gd name="connsiteY10" fmla="*/ 320633 h 552202"/>
                                  <a:gd name="connsiteX11" fmla="*/ 23932 w 208000"/>
                                  <a:gd name="connsiteY11" fmla="*/ 415636 h 552202"/>
                                  <a:gd name="connsiteX12" fmla="*/ 23932 w 208000"/>
                                  <a:gd name="connsiteY12" fmla="*/ 546265 h 552202"/>
                                  <a:gd name="connsiteX13" fmla="*/ 6119 w 208000"/>
                                  <a:gd name="connsiteY13" fmla="*/ 552202 h 552202"/>
                                  <a:gd name="connsiteX14" fmla="*/ 6119 w 208000"/>
                                  <a:gd name="connsiteY14" fmla="*/ 492826 h 552202"/>
                                  <a:gd name="connsiteX15" fmla="*/ 12057 w 208000"/>
                                  <a:gd name="connsiteY15" fmla="*/ 326571 h 552202"/>
                                  <a:gd name="connsiteX16" fmla="*/ 17995 w 208000"/>
                                  <a:gd name="connsiteY16" fmla="*/ 290945 h 552202"/>
                                  <a:gd name="connsiteX17" fmla="*/ 23932 w 208000"/>
                                  <a:gd name="connsiteY17" fmla="*/ 273132 h 552202"/>
                                  <a:gd name="connsiteX18" fmla="*/ 29870 w 208000"/>
                                  <a:gd name="connsiteY18" fmla="*/ 249382 h 552202"/>
                                  <a:gd name="connsiteX19" fmla="*/ 35808 w 208000"/>
                                  <a:gd name="connsiteY19" fmla="*/ 213756 h 552202"/>
                                  <a:gd name="connsiteX20" fmla="*/ 59558 w 208000"/>
                                  <a:gd name="connsiteY20" fmla="*/ 178130 h 552202"/>
                                  <a:gd name="connsiteX21" fmla="*/ 71434 w 208000"/>
                                  <a:gd name="connsiteY21" fmla="*/ 154379 h 552202"/>
                                  <a:gd name="connsiteX22" fmla="*/ 95184 w 208000"/>
                                  <a:gd name="connsiteY22" fmla="*/ 118753 h 552202"/>
                                  <a:gd name="connsiteX23" fmla="*/ 101122 w 208000"/>
                                  <a:gd name="connsiteY23" fmla="*/ 100940 h 552202"/>
                                  <a:gd name="connsiteX24" fmla="*/ 166436 w 208000"/>
                                  <a:gd name="connsiteY24" fmla="*/ 47501 h 552202"/>
                                  <a:gd name="connsiteX25" fmla="*/ 196125 w 208000"/>
                                  <a:gd name="connsiteY25" fmla="*/ 29688 h 552202"/>
                                  <a:gd name="connsiteX26" fmla="*/ 208000 w 208000"/>
                                  <a:gd name="connsiteY26" fmla="*/ 0 h 5522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208000" h="552202">
                                    <a:moveTo>
                                      <a:pt x="208000" y="0"/>
                                    </a:moveTo>
                                    <a:cubicBezTo>
                                      <a:pt x="208000" y="0"/>
                                      <a:pt x="199495" y="19577"/>
                                      <a:pt x="196125" y="29688"/>
                                    </a:cubicBezTo>
                                    <a:cubicBezTo>
                                      <a:pt x="189312" y="50127"/>
                                      <a:pt x="193965" y="55599"/>
                                      <a:pt x="178312" y="71252"/>
                                    </a:cubicBezTo>
                                    <a:cubicBezTo>
                                      <a:pt x="173266" y="76298"/>
                                      <a:pt x="166071" y="78669"/>
                                      <a:pt x="160499" y="83127"/>
                                    </a:cubicBezTo>
                                    <a:cubicBezTo>
                                      <a:pt x="146579" y="94262"/>
                                      <a:pt x="131208" y="117958"/>
                                      <a:pt x="124873" y="130628"/>
                                    </a:cubicBezTo>
                                    <a:cubicBezTo>
                                      <a:pt x="111060" y="158254"/>
                                      <a:pt x="110739" y="161349"/>
                                      <a:pt x="89247" y="190005"/>
                                    </a:cubicBezTo>
                                    <a:cubicBezTo>
                                      <a:pt x="85888" y="194484"/>
                                      <a:pt x="81330" y="197922"/>
                                      <a:pt x="77371" y="201880"/>
                                    </a:cubicBezTo>
                                    <a:lnTo>
                                      <a:pt x="65496" y="237506"/>
                                    </a:lnTo>
                                    <a:cubicBezTo>
                                      <a:pt x="63517" y="243444"/>
                                      <a:pt x="61076" y="249247"/>
                                      <a:pt x="59558" y="255319"/>
                                    </a:cubicBezTo>
                                    <a:cubicBezTo>
                                      <a:pt x="56544" y="267378"/>
                                      <a:pt x="52796" y="284953"/>
                                      <a:pt x="47683" y="296883"/>
                                    </a:cubicBezTo>
                                    <a:cubicBezTo>
                                      <a:pt x="44196" y="305018"/>
                                      <a:pt x="39766" y="312716"/>
                                      <a:pt x="35808" y="320633"/>
                                    </a:cubicBezTo>
                                    <a:cubicBezTo>
                                      <a:pt x="31849" y="352301"/>
                                      <a:pt x="24961" y="383738"/>
                                      <a:pt x="23932" y="415636"/>
                                    </a:cubicBezTo>
                                    <a:cubicBezTo>
                                      <a:pt x="23624" y="425171"/>
                                      <a:pt x="37454" y="519222"/>
                                      <a:pt x="23932" y="546265"/>
                                    </a:cubicBezTo>
                                    <a:cubicBezTo>
                                      <a:pt x="21133" y="551863"/>
                                      <a:pt x="12057" y="550223"/>
                                      <a:pt x="6119" y="552202"/>
                                    </a:cubicBezTo>
                                    <a:cubicBezTo>
                                      <a:pt x="-5806" y="516424"/>
                                      <a:pt x="2791" y="551068"/>
                                      <a:pt x="6119" y="492826"/>
                                    </a:cubicBezTo>
                                    <a:cubicBezTo>
                                      <a:pt x="9283" y="437463"/>
                                      <a:pt x="8800" y="381929"/>
                                      <a:pt x="12057" y="326571"/>
                                    </a:cubicBezTo>
                                    <a:cubicBezTo>
                                      <a:pt x="12764" y="314553"/>
                                      <a:pt x="15383" y="302697"/>
                                      <a:pt x="17995" y="290945"/>
                                    </a:cubicBezTo>
                                    <a:cubicBezTo>
                                      <a:pt x="19353" y="284835"/>
                                      <a:pt x="22213" y="279150"/>
                                      <a:pt x="23932" y="273132"/>
                                    </a:cubicBezTo>
                                    <a:cubicBezTo>
                                      <a:pt x="26174" y="265286"/>
                                      <a:pt x="28270" y="257384"/>
                                      <a:pt x="29870" y="249382"/>
                                    </a:cubicBezTo>
                                    <a:cubicBezTo>
                                      <a:pt x="32231" y="237577"/>
                                      <a:pt x="31178" y="224869"/>
                                      <a:pt x="35808" y="213756"/>
                                    </a:cubicBezTo>
                                    <a:cubicBezTo>
                                      <a:pt x="41297" y="200582"/>
                                      <a:pt x="53175" y="190895"/>
                                      <a:pt x="59558" y="178130"/>
                                    </a:cubicBezTo>
                                    <a:cubicBezTo>
                                      <a:pt x="63517" y="170213"/>
                                      <a:pt x="66880" y="161969"/>
                                      <a:pt x="71434" y="154379"/>
                                    </a:cubicBezTo>
                                    <a:cubicBezTo>
                                      <a:pt x="78777" y="142141"/>
                                      <a:pt x="90670" y="132293"/>
                                      <a:pt x="95184" y="118753"/>
                                    </a:cubicBezTo>
                                    <a:cubicBezTo>
                                      <a:pt x="97163" y="112815"/>
                                      <a:pt x="97279" y="105880"/>
                                      <a:pt x="101122" y="100940"/>
                                    </a:cubicBezTo>
                                    <a:cubicBezTo>
                                      <a:pt x="135846" y="56296"/>
                                      <a:pt x="128575" y="74544"/>
                                      <a:pt x="166436" y="47501"/>
                                    </a:cubicBezTo>
                                    <a:cubicBezTo>
                                      <a:pt x="220556" y="8845"/>
                                      <a:pt x="130720" y="62390"/>
                                      <a:pt x="196125" y="29688"/>
                                    </a:cubicBezTo>
                                    <a:cubicBezTo>
                                      <a:pt x="202508" y="26497"/>
                                      <a:pt x="208000" y="0"/>
                                      <a:pt x="20800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1" o:spid="_x0000_s1026" style="position:absolute;margin-left:209.9pt;margin-top:50.2pt;width:16.4pt;height:43.5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8000,552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" path="m208000,v,,-8505,19577,-11875,29688c189312,50127,193965,55599,178312,71252v-5046,5046,-12241,7417,-17813,11875c146579,94262,131208,117958,124873,130628v-13813,27626,-14134,30721,-35626,59377c85888,194484,81330,197922,77371,201880l65496,237506v-1979,5938,-4420,11741,-5938,17813c56544,267378,52796,284953,47683,296883v-3487,8135,-7917,15833,-11875,23750c31849,352301,24961,383738,23932,415636v-308,9535,13522,103586,,130629c21133,551863,12057,550223,6119,552202v-11925,-35778,-3328,-1134,,-59376c9283,437463,8800,381929,12057,326571v707,-12018,3326,-23874,5938,-35626c19353,284835,22213,279150,23932,273132v2242,-7846,4338,-15748,5938,-23750c32231,237577,31178,224869,35808,213756v5489,-13174,17367,-22861,23750,-35626c63517,170213,66880,161969,71434,154379v7343,-12238,19236,-22086,23750,-35626c97163,112815,97279,105880,101122,100940,135846,56296,128575,74544,166436,47501,220556,8845,130720,62390,196125,29688,202508,26497,208000,,208000,xe" fillcolor="#a5a5a5 [2092]" strokecolor="#7f7f7f [1612]" strokeweight="1pt">
                      <v:stroke joinstyle="miter"/>
                      <v:path arrowok="t" o:connecttype="custom" o:connectlocs="208000,0;196125,29688;178312,71252;160499,83127;124873,130628;89247,190005;77371,201880;65496,237506;59558,255319;47683,296883;35808,320633;23932,415636;23932,546265;6119,552202;6119,492826;12057,326571;17995,290945;23932,273132;29870,249382;35808,213756;59558,178130;71434,154379;95184,118753;101122,100940;166436,47501;196125,29688;208000,0" o:connectangles="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2752743</wp:posOffset>
                      </wp:positionH>
                      <wp:positionV relativeFrom="paragraph">
                        <wp:posOffset>708739</wp:posOffset>
                      </wp:positionV>
                      <wp:extent cx="258498" cy="487032"/>
                      <wp:effectExtent l="0" t="0" r="27305" b="66040"/>
                      <wp:wrapNone/>
                      <wp:docPr id="130" name="Freeform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8498" cy="487032"/>
                              </a:xfrm>
                              <a:custGeom>
                                <a:avLst/>
                                <a:gdLst>
                                  <a:gd name="connsiteX0" fmla="*/ 257594 w 258498"/>
                                  <a:gd name="connsiteY0" fmla="*/ 144 h 487032"/>
                                  <a:gd name="connsiteX1" fmla="*/ 221968 w 258498"/>
                                  <a:gd name="connsiteY1" fmla="*/ 6081 h 487032"/>
                                  <a:gd name="connsiteX2" fmla="*/ 204155 w 258498"/>
                                  <a:gd name="connsiteY2" fmla="*/ 12019 h 487032"/>
                                  <a:gd name="connsiteX3" fmla="*/ 192280 w 258498"/>
                                  <a:gd name="connsiteY3" fmla="*/ 41707 h 487032"/>
                                  <a:gd name="connsiteX4" fmla="*/ 162591 w 258498"/>
                                  <a:gd name="connsiteY4" fmla="*/ 47645 h 487032"/>
                                  <a:gd name="connsiteX5" fmla="*/ 126966 w 258498"/>
                                  <a:gd name="connsiteY5" fmla="*/ 65458 h 487032"/>
                                  <a:gd name="connsiteX6" fmla="*/ 109153 w 258498"/>
                                  <a:gd name="connsiteY6" fmla="*/ 71396 h 487032"/>
                                  <a:gd name="connsiteX7" fmla="*/ 85402 w 258498"/>
                                  <a:gd name="connsiteY7" fmla="*/ 83271 h 487032"/>
                                  <a:gd name="connsiteX8" fmla="*/ 73527 w 258498"/>
                                  <a:gd name="connsiteY8" fmla="*/ 166398 h 487032"/>
                                  <a:gd name="connsiteX9" fmla="*/ 61651 w 258498"/>
                                  <a:gd name="connsiteY9" fmla="*/ 178274 h 487032"/>
                                  <a:gd name="connsiteX10" fmla="*/ 49776 w 258498"/>
                                  <a:gd name="connsiteY10" fmla="*/ 196087 h 487032"/>
                                  <a:gd name="connsiteX11" fmla="*/ 37901 w 258498"/>
                                  <a:gd name="connsiteY11" fmla="*/ 249525 h 487032"/>
                                  <a:gd name="connsiteX12" fmla="*/ 31963 w 258498"/>
                                  <a:gd name="connsiteY12" fmla="*/ 273276 h 487032"/>
                                  <a:gd name="connsiteX13" fmla="*/ 20088 w 258498"/>
                                  <a:gd name="connsiteY13" fmla="*/ 291089 h 487032"/>
                                  <a:gd name="connsiteX14" fmla="*/ 8212 w 258498"/>
                                  <a:gd name="connsiteY14" fmla="*/ 314840 h 487032"/>
                                  <a:gd name="connsiteX15" fmla="*/ 8212 w 258498"/>
                                  <a:gd name="connsiteY15" fmla="*/ 433593 h 487032"/>
                                  <a:gd name="connsiteX16" fmla="*/ 20088 w 258498"/>
                                  <a:gd name="connsiteY16" fmla="*/ 487032 h 487032"/>
                                  <a:gd name="connsiteX17" fmla="*/ 26025 w 258498"/>
                                  <a:gd name="connsiteY17" fmla="*/ 332653 h 487032"/>
                                  <a:gd name="connsiteX18" fmla="*/ 31963 w 258498"/>
                                  <a:gd name="connsiteY18" fmla="*/ 308902 h 487032"/>
                                  <a:gd name="connsiteX19" fmla="*/ 43838 w 258498"/>
                                  <a:gd name="connsiteY19" fmla="*/ 273276 h 487032"/>
                                  <a:gd name="connsiteX20" fmla="*/ 55714 w 258498"/>
                                  <a:gd name="connsiteY20" fmla="*/ 213900 h 487032"/>
                                  <a:gd name="connsiteX21" fmla="*/ 67589 w 258498"/>
                                  <a:gd name="connsiteY21" fmla="*/ 196087 h 487032"/>
                                  <a:gd name="connsiteX22" fmla="*/ 79464 w 258498"/>
                                  <a:gd name="connsiteY22" fmla="*/ 154523 h 487032"/>
                                  <a:gd name="connsiteX23" fmla="*/ 97277 w 258498"/>
                                  <a:gd name="connsiteY23" fmla="*/ 136710 h 487032"/>
                                  <a:gd name="connsiteX24" fmla="*/ 103215 w 258498"/>
                                  <a:gd name="connsiteY24" fmla="*/ 118897 h 487032"/>
                                  <a:gd name="connsiteX25" fmla="*/ 126966 w 258498"/>
                                  <a:gd name="connsiteY25" fmla="*/ 83271 h 487032"/>
                                  <a:gd name="connsiteX26" fmla="*/ 156654 w 258498"/>
                                  <a:gd name="connsiteY26" fmla="*/ 53583 h 487032"/>
                                  <a:gd name="connsiteX27" fmla="*/ 168529 w 258498"/>
                                  <a:gd name="connsiteY27" fmla="*/ 41707 h 487032"/>
                                  <a:gd name="connsiteX28" fmla="*/ 210093 w 258498"/>
                                  <a:gd name="connsiteY28" fmla="*/ 29832 h 487032"/>
                                  <a:gd name="connsiteX29" fmla="*/ 245719 w 258498"/>
                                  <a:gd name="connsiteY29" fmla="*/ 12019 h 487032"/>
                                  <a:gd name="connsiteX30" fmla="*/ 257594 w 258498"/>
                                  <a:gd name="connsiteY30" fmla="*/ 144 h 4870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258498" h="487032">
                                    <a:moveTo>
                                      <a:pt x="257594" y="144"/>
                                    </a:moveTo>
                                    <a:cubicBezTo>
                                      <a:pt x="253635" y="-846"/>
                                      <a:pt x="233720" y="3469"/>
                                      <a:pt x="221968" y="6081"/>
                                    </a:cubicBezTo>
                                    <a:cubicBezTo>
                                      <a:pt x="215858" y="7439"/>
                                      <a:pt x="208162" y="7211"/>
                                      <a:pt x="204155" y="12019"/>
                                    </a:cubicBezTo>
                                    <a:cubicBezTo>
                                      <a:pt x="197332" y="20207"/>
                                      <a:pt x="200372" y="34771"/>
                                      <a:pt x="192280" y="41707"/>
                                    </a:cubicBezTo>
                                    <a:cubicBezTo>
                                      <a:pt x="184617" y="48275"/>
                                      <a:pt x="172382" y="45197"/>
                                      <a:pt x="162591" y="47645"/>
                                    </a:cubicBezTo>
                                    <a:cubicBezTo>
                                      <a:pt x="132743" y="55107"/>
                                      <a:pt x="155989" y="50946"/>
                                      <a:pt x="126966" y="65458"/>
                                    </a:cubicBezTo>
                                    <a:cubicBezTo>
                                      <a:pt x="121368" y="68257"/>
                                      <a:pt x="114906" y="68931"/>
                                      <a:pt x="109153" y="71396"/>
                                    </a:cubicBezTo>
                                    <a:cubicBezTo>
                                      <a:pt x="101017" y="74883"/>
                                      <a:pt x="93319" y="79313"/>
                                      <a:pt x="85402" y="83271"/>
                                    </a:cubicBezTo>
                                    <a:cubicBezTo>
                                      <a:pt x="85311" y="84273"/>
                                      <a:pt x="84540" y="148042"/>
                                      <a:pt x="73527" y="166398"/>
                                    </a:cubicBezTo>
                                    <a:cubicBezTo>
                                      <a:pt x="70647" y="171199"/>
                                      <a:pt x="65148" y="173902"/>
                                      <a:pt x="61651" y="178274"/>
                                    </a:cubicBezTo>
                                    <a:cubicBezTo>
                                      <a:pt x="57193" y="183846"/>
                                      <a:pt x="53734" y="190149"/>
                                      <a:pt x="49776" y="196087"/>
                                    </a:cubicBezTo>
                                    <a:cubicBezTo>
                                      <a:pt x="35297" y="254000"/>
                                      <a:pt x="52974" y="181694"/>
                                      <a:pt x="37901" y="249525"/>
                                    </a:cubicBezTo>
                                    <a:cubicBezTo>
                                      <a:pt x="36131" y="257491"/>
                                      <a:pt x="35178" y="265775"/>
                                      <a:pt x="31963" y="273276"/>
                                    </a:cubicBezTo>
                                    <a:cubicBezTo>
                                      <a:pt x="29152" y="279835"/>
                                      <a:pt x="23629" y="284893"/>
                                      <a:pt x="20088" y="291089"/>
                                    </a:cubicBezTo>
                                    <a:cubicBezTo>
                                      <a:pt x="15696" y="298774"/>
                                      <a:pt x="12171" y="306923"/>
                                      <a:pt x="8212" y="314840"/>
                                    </a:cubicBezTo>
                                    <a:cubicBezTo>
                                      <a:pt x="-4867" y="367161"/>
                                      <a:pt x="-383" y="339043"/>
                                      <a:pt x="8212" y="433593"/>
                                    </a:cubicBezTo>
                                    <a:cubicBezTo>
                                      <a:pt x="10824" y="462329"/>
                                      <a:pt x="12607" y="464589"/>
                                      <a:pt x="20088" y="487032"/>
                                    </a:cubicBezTo>
                                    <a:cubicBezTo>
                                      <a:pt x="22067" y="435572"/>
                                      <a:pt x="22600" y="384037"/>
                                      <a:pt x="26025" y="332653"/>
                                    </a:cubicBezTo>
                                    <a:cubicBezTo>
                                      <a:pt x="26568" y="324510"/>
                                      <a:pt x="29618" y="316719"/>
                                      <a:pt x="31963" y="308902"/>
                                    </a:cubicBezTo>
                                    <a:cubicBezTo>
                                      <a:pt x="35560" y="296912"/>
                                      <a:pt x="43838" y="273276"/>
                                      <a:pt x="43838" y="273276"/>
                                    </a:cubicBezTo>
                                    <a:cubicBezTo>
                                      <a:pt x="46027" y="257954"/>
                                      <a:pt x="47422" y="230483"/>
                                      <a:pt x="55714" y="213900"/>
                                    </a:cubicBezTo>
                                    <a:cubicBezTo>
                                      <a:pt x="58905" y="207517"/>
                                      <a:pt x="63631" y="202025"/>
                                      <a:pt x="67589" y="196087"/>
                                    </a:cubicBezTo>
                                    <a:cubicBezTo>
                                      <a:pt x="68380" y="192924"/>
                                      <a:pt x="76058" y="159631"/>
                                      <a:pt x="79464" y="154523"/>
                                    </a:cubicBezTo>
                                    <a:cubicBezTo>
                                      <a:pt x="84122" y="147536"/>
                                      <a:pt x="91339" y="142648"/>
                                      <a:pt x="97277" y="136710"/>
                                    </a:cubicBezTo>
                                    <a:cubicBezTo>
                                      <a:pt x="99256" y="130772"/>
                                      <a:pt x="100175" y="124368"/>
                                      <a:pt x="103215" y="118897"/>
                                    </a:cubicBezTo>
                                    <a:cubicBezTo>
                                      <a:pt x="110146" y="106421"/>
                                      <a:pt x="119049" y="95146"/>
                                      <a:pt x="126966" y="83271"/>
                                    </a:cubicBezTo>
                                    <a:cubicBezTo>
                                      <a:pt x="134729" y="71626"/>
                                      <a:pt x="146758" y="63479"/>
                                      <a:pt x="156654" y="53583"/>
                                    </a:cubicBezTo>
                                    <a:lnTo>
                                      <a:pt x="168529" y="41707"/>
                                    </a:lnTo>
                                    <a:cubicBezTo>
                                      <a:pt x="171367" y="38869"/>
                                      <a:pt x="209891" y="29883"/>
                                      <a:pt x="210093" y="29832"/>
                                    </a:cubicBezTo>
                                    <a:cubicBezTo>
                                      <a:pt x="223770" y="20714"/>
                                      <a:pt x="229331" y="14750"/>
                                      <a:pt x="245719" y="12019"/>
                                    </a:cubicBezTo>
                                    <a:cubicBezTo>
                                      <a:pt x="251576" y="11043"/>
                                      <a:pt x="261553" y="1134"/>
                                      <a:pt x="257594" y="14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0" o:spid="_x0000_s1026" style="position:absolute;margin-left:216.75pt;margin-top:55.8pt;width:20.35pt;height:38.3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8498,487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" path="m257594,144v-3959,-990,-23874,3325,-35626,5937c215858,7439,208162,7211,204155,12019v-6823,8188,-3783,22752,-11875,29688c184617,48275,172382,45197,162591,47645v-29848,7462,-6602,3301,-35625,17813c121368,68257,114906,68931,109153,71396v-8136,3487,-15834,7917,-23751,11875c85311,84273,84540,148042,73527,166398v-2880,4801,-8379,7504,-11876,11876c57193,183846,53734,190149,49776,196087v-14479,57913,3198,-14393,-11875,53438c36131,257491,35178,265775,31963,273276v-2811,6559,-8334,11617,-11875,17813c15696,298774,12171,306923,8212,314840v-13079,52321,-8595,24203,,118753c10824,462329,12607,464589,20088,487032v1979,-51460,2512,-102995,5937,-154379c26568,324510,29618,316719,31963,308902v3597,-11990,11875,-35626,11875,-35626c46027,257954,47422,230483,55714,213900v3191,-6383,7917,-11875,11875,-17813c68380,192924,76058,159631,79464,154523v4658,-6987,11875,-11875,17813,-17813c99256,130772,100175,124368,103215,118897v6931,-12476,15834,-23751,23751,-35626c134729,71626,146758,63479,156654,53583l168529,41707v2838,-2838,41362,-11824,41564,-11875c223770,20714,229331,14750,245719,12019,251576,11043,261553,1134,257594,144xe" fillcolor="#a5a5a5 [2092]" strokecolor="#7f7f7f [1612]" strokeweight="1pt">
                      <v:stroke joinstyle="miter"/>
                      <v:path arrowok="t" o:connecttype="custom" o:connectlocs="257594,144;221968,6081;204155,12019;192280,41707;162591,47645;126966,65458;109153,71396;85402,83271;73527,166398;61651,178274;49776,196087;37901,249525;31963,273276;20088,291089;8212,314840;8212,433593;20088,487032;26025,332653;31963,308902;43838,273276;55714,213900;67589,196087;79464,154523;97277,136710;103215,118897;126966,83271;156654,53583;168529,41707;210093,29832;245719,12019;257594,144" o:connectangles="0,0,0,0,0,0,0,0,0,0,0,0,0,0,0,0,0,0,0,0,0,0,0,0,0,0,0,0,0,0,0"/>
                    </v:shape>
                  </w:pict>
                </mc:Fallback>
              </mc:AlternateContent>
            </w:r>
            <w:r w:rsidR="003E1716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4951158A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658110"/>
                      <wp:effectExtent l="1270" t="127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DA781F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94518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  <w:r w:rsidR="00994518"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994518" w:rsidRDefault="00994518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994518" w:rsidRPr="00DA781F" w:rsidRDefault="00994518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994518" w:rsidRPr="00DA781F" w:rsidRDefault="00994518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994518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994518" w:rsidRPr="00DA781F" w:rsidRDefault="00994518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994518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Diffuse calcific atheroma with acoustic shadowing.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Occludes mid-calf,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reformed at ankle monophasic 10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cm/s.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&gt;75% stenosis at the origin, monophasic at the ankle.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throughout.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209.3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xsuQIAAM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Pr="00DA781F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994518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  <w:r w:rsidR="00994518"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994518" w:rsidRDefault="00994518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994518" w:rsidRPr="00DA781F" w:rsidRDefault="00994518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994518" w:rsidRPr="00DA781F" w:rsidRDefault="00994518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994518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iphasic</w:t>
                            </w:r>
                          </w:p>
                          <w:p w:rsidR="00994518" w:rsidRPr="00DA781F" w:rsidRDefault="00994518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994518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Diffuse calcific atheroma with acoustic shadowing.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Occludes mid-calf,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reformed at ankle monophasic 10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cm/s.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&gt;75% stenosis at the origin, monophasic at the ankle.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throughout.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1716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951158B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0" t="635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BG unable to visualise.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BG unable to visualise.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1716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4951158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658110"/>
                      <wp:effectExtent l="4445" t="635" r="2540" b="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DA781F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994518" w:rsidRPr="00DA781F" w:rsidRDefault="0099451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994518" w:rsidRPr="00994518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94518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Diffuse calcific atheroma with acoustic shadowing.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mid-calf high-end 50-75% stenosis, biphasic at the ankle.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945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Proximal &gt;75% proximally, m</w:t>
                                  </w:r>
                                  <w:r w:rsidR="009945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onophasic post stenosis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E7218" w:rsidRPr="00DA781F" w:rsidRDefault="002923BD" w:rsidP="00EE721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</w:t>
                                  </w:r>
                                  <w:r w:rsidR="00EE721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Proximal &gt;75% proximally, monophasic post stenosis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209.3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9DuQIAAME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" filled="f" stroked="f" strokeweight=".5pt">
                      <v:textbox inset="0,0,0,0">
                        <w:txbxContent>
                          <w:p w:rsidR="00FA7ABC" w:rsidRPr="00DA781F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994518" w:rsidRPr="00DA781F" w:rsidRDefault="0099451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994518" w:rsidRPr="00994518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94518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Diffuse calcific atheroma with acoustic shadowing.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mid-calf high-end 50-75% stenosis, biphasic at the ankle.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945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>Proximal &gt;75% proximally, m</w:t>
                            </w:r>
                            <w:r w:rsidR="00994518">
                              <w:rPr>
                                <w:color w:val="000000"/>
                                <w:sz w:val="14"/>
                                <w:szCs w:val="14"/>
                              </w:rPr>
                              <w:t>onophasic post stenosis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EE7218" w:rsidRPr="00DA781F" w:rsidRDefault="002923BD" w:rsidP="00EE721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 =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E7218">
                              <w:rPr>
                                <w:color w:val="000000"/>
                                <w:sz w:val="14"/>
                                <w:szCs w:val="14"/>
                              </w:rPr>
                              <w:t>Proximal &gt;75% proximally, monophasic post stenosis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936CAC">
        <w:trPr>
          <w:trHeight w:hRule="exact" w:val="8885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994518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994518" w:rsidRDefault="00994518" w:rsidP="00994518">
            <w:pPr>
              <w:pStyle w:val="CUSTOMColumnText"/>
            </w:pPr>
            <w:r>
              <w:t>Abdomen:</w:t>
            </w:r>
          </w:p>
          <w:p w:rsidR="00994518" w:rsidRDefault="00994518" w:rsidP="00994518">
            <w:pPr>
              <w:pStyle w:val="CUSTOMColumnText"/>
            </w:pPr>
            <w:r>
              <w:t>Unable to visualise Aorta and CIA’s due to overlying bowel gas. The EIA’s bilaterally present with turbulent waveforms (tri-biphasic) due to irregular calcified atheroma bilaterally.</w:t>
            </w:r>
          </w:p>
          <w:p w:rsidR="00994518" w:rsidRDefault="00994518" w:rsidP="00994518">
            <w:pPr>
              <w:pStyle w:val="CUSTOMColumnText"/>
            </w:pPr>
            <w:r>
              <w:t xml:space="preserve"> </w:t>
            </w:r>
          </w:p>
          <w:p w:rsidR="00994518" w:rsidRPr="003E1716" w:rsidRDefault="00994518" w:rsidP="00994518">
            <w:pPr>
              <w:pStyle w:val="CUSTOMColumnText"/>
              <w:rPr>
                <w:b/>
                <w:u w:val="single"/>
              </w:rPr>
            </w:pPr>
            <w:r w:rsidRPr="003E1716">
              <w:rPr>
                <w:b/>
                <w:u w:val="single"/>
              </w:rPr>
              <w:t>Right Lower Extremity:</w:t>
            </w:r>
          </w:p>
          <w:p w:rsidR="00994518" w:rsidRDefault="003E1716" w:rsidP="00994518">
            <w:pPr>
              <w:pStyle w:val="CUSTOMColumnText"/>
            </w:pPr>
            <w:r>
              <w:t xml:space="preserve">The CFA is diffusely calcified with irregular </w:t>
            </w:r>
            <w:proofErr w:type="gramStart"/>
            <w:r>
              <w:t>atheroma,</w:t>
            </w:r>
            <w:proofErr w:type="gramEnd"/>
            <w:r>
              <w:t xml:space="preserve"> bi-triphasic waveforms are noted. The profunda </w:t>
            </w:r>
            <w:proofErr w:type="spellStart"/>
            <w:r>
              <w:t>Femoris</w:t>
            </w:r>
            <w:proofErr w:type="spellEnd"/>
            <w:r>
              <w:t xml:space="preserve"> artery is patent with triphasic waveforms. </w:t>
            </w:r>
          </w:p>
          <w:p w:rsidR="003E1716" w:rsidRDefault="003E1716" w:rsidP="00994518">
            <w:pPr>
              <w:pStyle w:val="CUSTOMColumnText"/>
            </w:pPr>
          </w:p>
          <w:p w:rsidR="003E1716" w:rsidRDefault="003E1716" w:rsidP="00994518">
            <w:pPr>
              <w:pStyle w:val="CUSTOMColumnText"/>
            </w:pPr>
            <w:r>
              <w:t xml:space="preserve">The SFA is diffusely calcified with irregular atheroma with turbulent albeit tri-biphasic waveforms to the distal thigh. No focal stenosis noted. </w:t>
            </w:r>
            <w:r w:rsidR="003C462C">
              <w:t xml:space="preserve">The popliteal is patent with tri-biphasic waveforms noted. </w:t>
            </w:r>
          </w:p>
          <w:p w:rsidR="003C462C" w:rsidRDefault="003C462C" w:rsidP="00994518">
            <w:pPr>
              <w:pStyle w:val="CUSTOMColumnText"/>
            </w:pPr>
          </w:p>
          <w:p w:rsidR="003C462C" w:rsidRDefault="003C462C" w:rsidP="00994518">
            <w:pPr>
              <w:pStyle w:val="CUSTOMColumnText"/>
            </w:pPr>
            <w:r>
              <w:t>The TPT is patent although, calcif</w:t>
            </w:r>
            <w:r w:rsidR="00936CAC">
              <w:t>ied with acoustic shadowing although biphasic.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94518">
            <w:pPr>
              <w:pStyle w:val="CUSTOMColumnText"/>
            </w:pPr>
            <w:r>
              <w:t>The PTA is patent with a PSV of 308cm/s and PSVR of 6.5. Monophasic waveforms are noted suggestive of .75% stenosis at the proximal PTA.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94518">
            <w:pPr>
              <w:pStyle w:val="CUSTOMColumnText"/>
            </w:pPr>
            <w:r>
              <w:t>The Peroneal is patent throughout with monophasic waveforms observed at the ankle.  A max PSV of 419cm/s with a PSVR of 10.2 suggests a &gt;75 stenosis in the proximal Peroneal.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94518">
            <w:pPr>
              <w:pStyle w:val="CUSTOMColumnText"/>
            </w:pPr>
            <w:r>
              <w:t>The ATA is patent throughout with biphasic waveforms noted at the ankle. A max PSV of 320cm/s with a PSVR of 8.2</w:t>
            </w:r>
            <w:r w:rsidR="00EE7218">
              <w:t xml:space="preserve"> at the mid-calf is noted</w:t>
            </w:r>
            <w:r>
              <w:t>. These findings are suggestive of a high end 50-75% stenosis.</w:t>
            </w:r>
          </w:p>
          <w:p w:rsidR="00936CAC" w:rsidRDefault="00936CAC" w:rsidP="00994518">
            <w:pPr>
              <w:pStyle w:val="CUSTOMColumnText"/>
            </w:pPr>
          </w:p>
          <w:p w:rsidR="00936CAC" w:rsidRPr="00936CAC" w:rsidRDefault="00936CAC" w:rsidP="00994518">
            <w:pPr>
              <w:pStyle w:val="CUSTOMColumnText"/>
              <w:rPr>
                <w:b/>
                <w:u w:val="single"/>
              </w:rPr>
            </w:pPr>
            <w:r w:rsidRPr="00936CAC">
              <w:rPr>
                <w:b/>
                <w:u w:val="single"/>
              </w:rPr>
              <w:t>Left Lower  Extremity:</w:t>
            </w:r>
          </w:p>
          <w:p w:rsidR="00936CAC" w:rsidRDefault="00936CAC" w:rsidP="00936CAC">
            <w:pPr>
              <w:pStyle w:val="CUSTOMColumnText"/>
            </w:pPr>
            <w:r>
              <w:t xml:space="preserve">The CFA is diffusely calcified with irregular </w:t>
            </w:r>
            <w:proofErr w:type="gramStart"/>
            <w:r>
              <w:t>atheroma,</w:t>
            </w:r>
            <w:proofErr w:type="gramEnd"/>
            <w:r>
              <w:t xml:space="preserve"> bi-triphasic waveforms are noted. The profunda </w:t>
            </w:r>
            <w:proofErr w:type="spellStart"/>
            <w:r>
              <w:t>Femoris</w:t>
            </w:r>
            <w:proofErr w:type="spellEnd"/>
            <w:r>
              <w:t xml:space="preserve"> artery is patent with triphasic waveforms. 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36CAC">
            <w:pPr>
              <w:pStyle w:val="CUSTOMColumnText"/>
            </w:pPr>
            <w:r>
              <w:t xml:space="preserve">The SFA is diffusely calcified with irregular atheroma with turbulent albeit tri-biphasic waveforms to the distal thigh. No focal stenosis noted. The popliteal is patent with tri-biphasic waveforms noted. 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36CAC">
            <w:pPr>
              <w:pStyle w:val="CUSTOMColumnText"/>
            </w:pPr>
            <w:r>
              <w:t>The TPT is patent although, calcified with acoustic shadowing although biphasic.</w:t>
            </w:r>
          </w:p>
          <w:p w:rsidR="00936CAC" w:rsidRDefault="00936CAC" w:rsidP="00994518">
            <w:pPr>
              <w:pStyle w:val="CUSTOMColumnText"/>
            </w:pPr>
          </w:p>
          <w:p w:rsidR="00936CAC" w:rsidRDefault="00936CAC" w:rsidP="00994518">
            <w:pPr>
              <w:pStyle w:val="CUSTOMColumnText"/>
            </w:pPr>
            <w:r>
              <w:t xml:space="preserve">The PTA is patent with a max PSV of </w:t>
            </w:r>
            <w:r w:rsidR="00EE7218">
              <w:t xml:space="preserve">290cm/s with a PSVR of 7.3 at the origin, with monophasic waveforms observed to the ankle, suggests a &gt;75% stenosis. </w:t>
            </w:r>
          </w:p>
          <w:p w:rsidR="00EE7218" w:rsidRDefault="00EE7218" w:rsidP="00994518">
            <w:pPr>
              <w:pStyle w:val="CUSTOMColumnText"/>
            </w:pPr>
          </w:p>
          <w:p w:rsidR="00EE7218" w:rsidRDefault="00EE7218" w:rsidP="00994518">
            <w:pPr>
              <w:pStyle w:val="CUSTOMColumnText"/>
            </w:pPr>
            <w:r>
              <w:t xml:space="preserve">The Peroneal artery is patent throughout with </w:t>
            </w:r>
            <w:proofErr w:type="spellStart"/>
            <w:r>
              <w:t>tr</w:t>
            </w:r>
            <w:proofErr w:type="spellEnd"/>
            <w:r>
              <w:t xml:space="preserve">-biphasic waveforms and diffuse irregular calcific atheroma noted to the ankle. </w:t>
            </w:r>
          </w:p>
          <w:p w:rsidR="00EE7218" w:rsidRDefault="00EE7218" w:rsidP="00994518">
            <w:pPr>
              <w:pStyle w:val="CUSTOMColumnText"/>
            </w:pPr>
          </w:p>
          <w:p w:rsidR="00EE7218" w:rsidRPr="00994518" w:rsidRDefault="00EE7218" w:rsidP="00994518">
            <w:pPr>
              <w:pStyle w:val="CUSTOMColumnText"/>
            </w:pPr>
            <w:r>
              <w:t xml:space="preserve">The ATA is patent proximal to the mid-calf although occludes to the ankle with dampened monophasic waveforms, 10cm/s. 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3C462C" w:rsidP="003C462C">
            <w:pPr>
              <w:pStyle w:val="CUSTOMColumnText"/>
            </w:pPr>
            <w:r>
              <w:t>Of note: DVT scan was not completed as patient sated he was going to have a bowel movement and was very agitated</w:t>
            </w:r>
            <w:proofErr w:type="gramStart"/>
            <w:r>
              <w:t>, ?</w:t>
            </w:r>
            <w:proofErr w:type="gramEnd"/>
            <w:r>
              <w:t xml:space="preserve"> </w:t>
            </w:r>
            <w:r w:rsidR="00111FD3">
              <w:t>Dementia</w:t>
            </w:r>
            <w:r>
              <w:t xml:space="preserve">. A venous incompetence exam </w:t>
            </w:r>
            <w:r w:rsidR="00111FD3">
              <w:t>can’t</w:t>
            </w:r>
            <w:r>
              <w:t xml:space="preserve"> be performed due </w:t>
            </w:r>
            <w:r w:rsidR="00111FD3">
              <w:t>to patient</w:t>
            </w:r>
            <w:r>
              <w:t xml:space="preserve"> being bed bound. 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518" w:rsidRDefault="00994518" w:rsidP="005748E3">
      <w:pPr>
        <w:spacing w:after="0" w:line="240" w:lineRule="auto"/>
      </w:pPr>
      <w:r>
        <w:separator/>
      </w:r>
    </w:p>
  </w:endnote>
  <w:endnote w:type="continuationSeparator" w:id="0">
    <w:p w:rsidR="00994518" w:rsidRDefault="0099451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3E1716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8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9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20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35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46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47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52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3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4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56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57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8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59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60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1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518" w:rsidRDefault="00994518" w:rsidP="005748E3">
      <w:pPr>
        <w:spacing w:after="0" w:line="240" w:lineRule="auto"/>
      </w:pPr>
      <w:r>
        <w:separator/>
      </w:r>
    </w:p>
  </w:footnote>
  <w:footnote w:type="continuationSeparator" w:id="0">
    <w:p w:rsidR="00994518" w:rsidRDefault="0099451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3E1716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3E171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18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11FD3"/>
    <w:rsid w:val="001346C4"/>
    <w:rsid w:val="0014708E"/>
    <w:rsid w:val="00156E8E"/>
    <w:rsid w:val="00186F8F"/>
    <w:rsid w:val="00191142"/>
    <w:rsid w:val="00196CF5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A430F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C0B62"/>
    <w:rsid w:val="003C462C"/>
    <w:rsid w:val="003E131B"/>
    <w:rsid w:val="003E1716"/>
    <w:rsid w:val="003E1E07"/>
    <w:rsid w:val="003F4C90"/>
    <w:rsid w:val="003F7EB7"/>
    <w:rsid w:val="0040168D"/>
    <w:rsid w:val="004071DB"/>
    <w:rsid w:val="00411FD4"/>
    <w:rsid w:val="00425ED0"/>
    <w:rsid w:val="004353A0"/>
    <w:rsid w:val="004520A0"/>
    <w:rsid w:val="004767D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D3CE8"/>
    <w:rsid w:val="006D59BA"/>
    <w:rsid w:val="00701D82"/>
    <w:rsid w:val="007102C1"/>
    <w:rsid w:val="007112FB"/>
    <w:rsid w:val="00721A7D"/>
    <w:rsid w:val="0078169E"/>
    <w:rsid w:val="007E5FF2"/>
    <w:rsid w:val="007E7F55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C73A1"/>
    <w:rsid w:val="008E68D9"/>
    <w:rsid w:val="008E77CD"/>
    <w:rsid w:val="00907CF4"/>
    <w:rsid w:val="00923531"/>
    <w:rsid w:val="00924EB0"/>
    <w:rsid w:val="009350DF"/>
    <w:rsid w:val="00936CAC"/>
    <w:rsid w:val="00942505"/>
    <w:rsid w:val="00943CA7"/>
    <w:rsid w:val="00961297"/>
    <w:rsid w:val="00970BAF"/>
    <w:rsid w:val="00994518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57103"/>
    <w:rsid w:val="00B734E8"/>
    <w:rsid w:val="00B73F68"/>
    <w:rsid w:val="00B87660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A5B58"/>
    <w:rsid w:val="00CB3119"/>
    <w:rsid w:val="00D065FF"/>
    <w:rsid w:val="00D13029"/>
    <w:rsid w:val="00D35CC3"/>
    <w:rsid w:val="00D83824"/>
    <w:rsid w:val="00D86277"/>
    <w:rsid w:val="00D94904"/>
    <w:rsid w:val="00DA781F"/>
    <w:rsid w:val="00DC01AB"/>
    <w:rsid w:val="00DC47D6"/>
    <w:rsid w:val="00DC5770"/>
    <w:rsid w:val="00DD0B20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EE7218"/>
    <w:rsid w:val="00F028B5"/>
    <w:rsid w:val="00F02F77"/>
    <w:rsid w:val="00F071E8"/>
    <w:rsid w:val="00F118E7"/>
    <w:rsid w:val="00F16C76"/>
    <w:rsid w:val="00F3457B"/>
    <w:rsid w:val="00F3756B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16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6</cp:revision>
  <cp:lastPrinted>2019-07-10T09:24:00Z</cp:lastPrinted>
  <dcterms:created xsi:type="dcterms:W3CDTF">2019-07-09T15:33:00Z</dcterms:created>
  <dcterms:modified xsi:type="dcterms:W3CDTF">2019-10-15T09:46:00Z</dcterms:modified>
</cp:coreProperties>
</file>